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64D" w:rsidRPr="00307C8B" w:rsidRDefault="00C5364D" w:rsidP="00307C8B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:rsidR="00C5364D" w:rsidRPr="00307C8B" w:rsidRDefault="00C5364D" w:rsidP="00307C8B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eastAsia="ru-RU"/>
        </w:rPr>
      </w:pPr>
      <w:r w:rsidRPr="00307C8B">
        <w:rPr>
          <w:rFonts w:ascii="Times New Roman" w:hAnsi="Times New Roman"/>
          <w:sz w:val="28"/>
          <w:szCs w:val="28"/>
          <w:lang w:eastAsia="ru-RU"/>
        </w:rPr>
        <w:t>к постановлению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07C8B">
        <w:rPr>
          <w:rFonts w:ascii="Times New Roman" w:hAnsi="Times New Roman"/>
          <w:sz w:val="28"/>
          <w:szCs w:val="28"/>
          <w:lang w:eastAsia="ru-RU"/>
        </w:rPr>
        <w:t>Администрации</w:t>
      </w:r>
    </w:p>
    <w:p w:rsidR="00C5364D" w:rsidRPr="00307C8B" w:rsidRDefault="00C5364D" w:rsidP="00307C8B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eastAsia="ru-RU"/>
        </w:rPr>
      </w:pPr>
      <w:r w:rsidRPr="00307C8B">
        <w:rPr>
          <w:rFonts w:ascii="Times New Roman" w:hAnsi="Times New Roman"/>
          <w:sz w:val="28"/>
          <w:szCs w:val="28"/>
          <w:lang w:eastAsia="ru-RU"/>
        </w:rPr>
        <w:t>городского округа Королёв</w:t>
      </w:r>
    </w:p>
    <w:p w:rsidR="00C5364D" w:rsidRPr="00307C8B" w:rsidRDefault="00C5364D" w:rsidP="00307C8B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eastAsia="ru-RU"/>
        </w:rPr>
      </w:pPr>
      <w:r w:rsidRPr="00307C8B">
        <w:rPr>
          <w:rFonts w:ascii="Times New Roman" w:hAnsi="Times New Roman"/>
          <w:sz w:val="28"/>
          <w:szCs w:val="28"/>
          <w:lang w:eastAsia="ru-RU"/>
        </w:rPr>
        <w:t>Московской области</w:t>
      </w:r>
    </w:p>
    <w:p w:rsidR="00C5364D" w:rsidRPr="00307C8B" w:rsidRDefault="00C5364D" w:rsidP="00307C8B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  <w:lang w:eastAsia="ru-RU"/>
        </w:rPr>
        <w:t>от _____</w:t>
      </w:r>
      <w:r>
        <w:rPr>
          <w:rFonts w:ascii="Times New Roman" w:hAnsi="Times New Roman"/>
          <w:sz w:val="28"/>
          <w:szCs w:val="28"/>
          <w:lang w:eastAsia="ru-RU"/>
        </w:rPr>
        <w:t>________</w:t>
      </w:r>
      <w:r w:rsidRPr="00307C8B">
        <w:rPr>
          <w:rFonts w:ascii="Times New Roman" w:hAnsi="Times New Roman"/>
          <w:sz w:val="28"/>
          <w:szCs w:val="28"/>
          <w:lang w:eastAsia="ru-RU"/>
        </w:rPr>
        <w:t>___ № _</w:t>
      </w:r>
      <w:r>
        <w:rPr>
          <w:rFonts w:ascii="Times New Roman" w:hAnsi="Times New Roman"/>
          <w:sz w:val="28"/>
          <w:szCs w:val="28"/>
          <w:lang w:eastAsia="ru-RU"/>
        </w:rPr>
        <w:t>_______</w:t>
      </w:r>
      <w:r w:rsidRPr="00307C8B">
        <w:rPr>
          <w:rFonts w:ascii="Times New Roman" w:hAnsi="Times New Roman"/>
          <w:sz w:val="28"/>
          <w:szCs w:val="28"/>
          <w:lang w:eastAsia="ru-RU"/>
        </w:rPr>
        <w:t>__</w:t>
      </w:r>
    </w:p>
    <w:p w:rsidR="00C5364D" w:rsidRDefault="00C5364D" w:rsidP="00307C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5364D" w:rsidRDefault="00C5364D" w:rsidP="00307C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«УТВЕРЖДЕНА</w:t>
      </w:r>
    </w:p>
    <w:p w:rsidR="00C5364D" w:rsidRPr="00307C8B" w:rsidRDefault="00C5364D" w:rsidP="00307C8B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C5364D" w:rsidRPr="00307C8B" w:rsidRDefault="00C5364D" w:rsidP="00307C8B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городского округа Королёв</w:t>
      </w:r>
    </w:p>
    <w:p w:rsidR="00C5364D" w:rsidRPr="00307C8B" w:rsidRDefault="00C5364D" w:rsidP="00307C8B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Московской области</w:t>
      </w:r>
    </w:p>
    <w:p w:rsidR="00C5364D" w:rsidRPr="00307C8B" w:rsidRDefault="00C5364D" w:rsidP="00307C8B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от 21.11.2016 № 1780-ПА</w:t>
      </w:r>
    </w:p>
    <w:p w:rsidR="00C5364D" w:rsidRPr="00307C8B" w:rsidRDefault="00C5364D" w:rsidP="00307C8B">
      <w:pPr>
        <w:tabs>
          <w:tab w:val="left" w:pos="52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C5364D" w:rsidRPr="00307C8B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городского округа Королёв Московской области</w:t>
      </w:r>
    </w:p>
    <w:p w:rsidR="00C5364D" w:rsidRPr="00307C8B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«Экология и окружающая среда городского округа Королёв»</w:t>
      </w:r>
    </w:p>
    <w:p w:rsidR="00C5364D" w:rsidRPr="00307C8B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на срок 2017-2021 годы</w:t>
      </w:r>
    </w:p>
    <w:p w:rsidR="00C5364D" w:rsidRPr="00307C8B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364D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364D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364D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364D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364D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364D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364D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364D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364D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364D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364D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364D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364D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364D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364D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364D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364D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364D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364D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364D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364D" w:rsidRDefault="00C5364D" w:rsidP="00307C8B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Перечень обозначений и сокращений</w:t>
      </w:r>
    </w:p>
    <w:p w:rsidR="00C5364D" w:rsidRPr="00307C8B" w:rsidRDefault="00C5364D" w:rsidP="00307C8B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5"/>
        <w:gridCol w:w="7047"/>
      </w:tblGrid>
      <w:tr w:rsidR="00C5364D" w:rsidRPr="00307C8B" w:rsidTr="00307C8B">
        <w:tc>
          <w:tcPr>
            <w:tcW w:w="2415" w:type="dxa"/>
            <w:shd w:val="clear" w:color="auto" w:fill="FFFFFF"/>
          </w:tcPr>
          <w:p w:rsidR="00C5364D" w:rsidRPr="00307C8B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7C8B">
              <w:rPr>
                <w:rFonts w:ascii="Times New Roman" w:hAnsi="Times New Roman"/>
                <w:sz w:val="28"/>
                <w:szCs w:val="28"/>
                <w:lang w:eastAsia="ru-RU"/>
              </w:rPr>
              <w:t>Обозначение</w:t>
            </w:r>
          </w:p>
        </w:tc>
        <w:tc>
          <w:tcPr>
            <w:tcW w:w="7047" w:type="dxa"/>
            <w:shd w:val="clear" w:color="auto" w:fill="FFFFFF"/>
          </w:tcPr>
          <w:p w:rsidR="00C5364D" w:rsidRPr="00307C8B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7C8B">
              <w:rPr>
                <w:rFonts w:ascii="Times New Roman" w:hAnsi="Times New Roman"/>
                <w:sz w:val="28"/>
                <w:szCs w:val="28"/>
                <w:lang w:eastAsia="ru-RU"/>
              </w:rPr>
              <w:t>Расшифровка</w:t>
            </w:r>
          </w:p>
        </w:tc>
      </w:tr>
      <w:tr w:rsidR="00C5364D" w:rsidRPr="00307C8B" w:rsidTr="00307C8B">
        <w:tc>
          <w:tcPr>
            <w:tcW w:w="2415" w:type="dxa"/>
            <w:shd w:val="clear" w:color="auto" w:fill="FFFFFF"/>
          </w:tcPr>
          <w:p w:rsidR="00C5364D" w:rsidRPr="00307C8B" w:rsidRDefault="00C5364D" w:rsidP="00307C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7C8B">
              <w:rPr>
                <w:rFonts w:ascii="Times New Roman" w:hAnsi="Times New Roman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7047" w:type="dxa"/>
            <w:shd w:val="clear" w:color="auto" w:fill="FFFFFF"/>
          </w:tcPr>
          <w:p w:rsidR="00C5364D" w:rsidRPr="00307C8B" w:rsidRDefault="00C5364D" w:rsidP="00307C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7C8B">
              <w:rPr>
                <w:rFonts w:ascii="Times New Roman" w:hAnsi="Times New Roman"/>
                <w:sz w:val="28"/>
                <w:szCs w:val="28"/>
                <w:lang w:eastAsia="ru-RU"/>
              </w:rPr>
              <w:t>единица</w:t>
            </w:r>
          </w:p>
        </w:tc>
      </w:tr>
      <w:tr w:rsidR="00C5364D" w:rsidRPr="00307C8B" w:rsidTr="00307C8B">
        <w:tc>
          <w:tcPr>
            <w:tcW w:w="2415" w:type="dxa"/>
            <w:shd w:val="clear" w:color="auto" w:fill="FFFFFF"/>
          </w:tcPr>
          <w:p w:rsidR="00C5364D" w:rsidRPr="00307C8B" w:rsidRDefault="00C5364D" w:rsidP="00307C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7C8B">
              <w:rPr>
                <w:rFonts w:ascii="Times New Roman" w:hAnsi="Times New Roman"/>
                <w:sz w:val="28"/>
                <w:szCs w:val="28"/>
                <w:lang w:eastAsia="ru-RU"/>
              </w:rPr>
              <w:t>тыс.</w:t>
            </w:r>
          </w:p>
        </w:tc>
        <w:tc>
          <w:tcPr>
            <w:tcW w:w="7047" w:type="dxa"/>
            <w:shd w:val="clear" w:color="auto" w:fill="FFFFFF"/>
          </w:tcPr>
          <w:p w:rsidR="00C5364D" w:rsidRPr="00307C8B" w:rsidRDefault="00C5364D" w:rsidP="00307C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7C8B">
              <w:rPr>
                <w:rFonts w:ascii="Times New Roman" w:hAnsi="Times New Roman"/>
                <w:sz w:val="28"/>
                <w:szCs w:val="28"/>
                <w:lang w:eastAsia="ru-RU"/>
              </w:rPr>
              <w:t>тысяча</w:t>
            </w:r>
          </w:p>
        </w:tc>
      </w:tr>
      <w:tr w:rsidR="00C5364D" w:rsidRPr="00307C8B" w:rsidTr="00307C8B">
        <w:tc>
          <w:tcPr>
            <w:tcW w:w="2415" w:type="dxa"/>
            <w:shd w:val="clear" w:color="auto" w:fill="FFFFFF"/>
          </w:tcPr>
          <w:p w:rsidR="00C5364D" w:rsidRPr="00307C8B" w:rsidRDefault="00C5364D" w:rsidP="00307C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7C8B">
              <w:rPr>
                <w:rFonts w:ascii="Times New Roman" w:hAnsi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7047" w:type="dxa"/>
            <w:shd w:val="clear" w:color="auto" w:fill="FFFFFF"/>
          </w:tcPr>
          <w:p w:rsidR="00C5364D" w:rsidRPr="00307C8B" w:rsidRDefault="00C5364D" w:rsidP="00307C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7C8B">
              <w:rPr>
                <w:rFonts w:ascii="Times New Roman" w:hAnsi="Times New Roman"/>
                <w:sz w:val="28"/>
                <w:szCs w:val="28"/>
                <w:lang w:eastAsia="ru-RU"/>
              </w:rPr>
              <w:t>рубли</w:t>
            </w:r>
          </w:p>
        </w:tc>
      </w:tr>
      <w:tr w:rsidR="00C5364D" w:rsidRPr="00307C8B" w:rsidTr="00307C8B">
        <w:tc>
          <w:tcPr>
            <w:tcW w:w="2415" w:type="dxa"/>
            <w:shd w:val="clear" w:color="auto" w:fill="FFFFFF"/>
          </w:tcPr>
          <w:p w:rsidR="00C5364D" w:rsidRPr="00307C8B" w:rsidRDefault="00C5364D" w:rsidP="00307C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7C8B">
              <w:rPr>
                <w:rFonts w:ascii="Times New Roman" w:hAnsi="Times New Roman"/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7047" w:type="dxa"/>
            <w:shd w:val="clear" w:color="auto" w:fill="FFFFFF"/>
          </w:tcPr>
          <w:p w:rsidR="00C5364D" w:rsidRPr="00307C8B" w:rsidRDefault="00C5364D" w:rsidP="00307C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7C8B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</w:tr>
      <w:tr w:rsidR="00C5364D" w:rsidRPr="00307C8B" w:rsidTr="00307C8B">
        <w:tc>
          <w:tcPr>
            <w:tcW w:w="2415" w:type="dxa"/>
            <w:shd w:val="clear" w:color="auto" w:fill="FFFFFF"/>
          </w:tcPr>
          <w:p w:rsidR="00C5364D" w:rsidRPr="00307C8B" w:rsidRDefault="00C5364D" w:rsidP="00307C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7C8B">
              <w:rPr>
                <w:rFonts w:ascii="Times New Roman" w:hAnsi="Times New Roman"/>
                <w:sz w:val="28"/>
                <w:szCs w:val="28"/>
                <w:lang w:eastAsia="ru-RU"/>
              </w:rPr>
              <w:t>Га.</w:t>
            </w:r>
          </w:p>
        </w:tc>
        <w:tc>
          <w:tcPr>
            <w:tcW w:w="7047" w:type="dxa"/>
            <w:shd w:val="clear" w:color="auto" w:fill="FFFFFF"/>
          </w:tcPr>
          <w:p w:rsidR="00C5364D" w:rsidRPr="00307C8B" w:rsidRDefault="00C5364D" w:rsidP="00307C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7C8B">
              <w:rPr>
                <w:rFonts w:ascii="Times New Roman" w:hAnsi="Times New Roman"/>
                <w:sz w:val="28"/>
                <w:szCs w:val="28"/>
                <w:lang w:eastAsia="ru-RU"/>
              </w:rPr>
              <w:t>Гектар</w:t>
            </w:r>
          </w:p>
        </w:tc>
      </w:tr>
    </w:tbl>
    <w:p w:rsidR="00C5364D" w:rsidRPr="00307C8B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C5364D" w:rsidRPr="00307C8B" w:rsidSect="00B04857">
          <w:headerReference w:type="default" r:id="rId7"/>
          <w:headerReference w:type="first" r:id="rId8"/>
          <w:pgSz w:w="11906" w:h="16838"/>
          <w:pgMar w:top="1134" w:right="709" w:bottom="1134" w:left="1701" w:header="709" w:footer="709" w:gutter="0"/>
          <w:cols w:space="708"/>
          <w:titlePg/>
          <w:docGrid w:linePitch="360"/>
        </w:sectPr>
      </w:pPr>
    </w:p>
    <w:p w:rsidR="00C5364D" w:rsidRPr="00307C8B" w:rsidRDefault="00C5364D" w:rsidP="00307C8B">
      <w:pPr>
        <w:tabs>
          <w:tab w:val="left" w:pos="795"/>
          <w:tab w:val="center" w:pos="728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>АСПОРТ</w:t>
      </w:r>
    </w:p>
    <w:p w:rsidR="00C5364D" w:rsidRPr="00307C8B" w:rsidRDefault="00C5364D" w:rsidP="00307C8B">
      <w:pPr>
        <w:tabs>
          <w:tab w:val="left" w:pos="795"/>
          <w:tab w:val="center" w:pos="72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муниципальной программы городского округа Королёв</w:t>
      </w:r>
      <w:r>
        <w:rPr>
          <w:rFonts w:ascii="Times New Roman" w:hAnsi="Times New Roman"/>
          <w:b/>
          <w:sz w:val="28"/>
          <w:szCs w:val="28"/>
        </w:rPr>
        <w:t xml:space="preserve"> Московской области</w:t>
      </w:r>
    </w:p>
    <w:p w:rsidR="00C5364D" w:rsidRPr="00307C8B" w:rsidRDefault="00C5364D" w:rsidP="00307C8B">
      <w:pPr>
        <w:tabs>
          <w:tab w:val="left" w:pos="795"/>
          <w:tab w:val="center" w:pos="72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«Экология и окружающая среда городского округа Королёв» на срок 2017- 2021 годы</w:t>
      </w:r>
    </w:p>
    <w:p w:rsidR="00C5364D" w:rsidRPr="00307C8B" w:rsidRDefault="00C5364D" w:rsidP="00307C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600"/>
        <w:gridCol w:w="2063"/>
        <w:gridCol w:w="1413"/>
        <w:gridCol w:w="1536"/>
        <w:gridCol w:w="1487"/>
        <w:gridCol w:w="1622"/>
        <w:gridCol w:w="1881"/>
      </w:tblGrid>
      <w:tr w:rsidR="00C5364D" w:rsidRPr="00307C8B" w:rsidTr="00307C8B">
        <w:trPr>
          <w:trHeight w:val="20"/>
        </w:trPr>
        <w:tc>
          <w:tcPr>
            <w:tcW w:w="4600" w:type="dxa"/>
          </w:tcPr>
          <w:p w:rsidR="00C5364D" w:rsidRPr="00307C8B" w:rsidRDefault="00C5364D" w:rsidP="00307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C8B">
              <w:rPr>
                <w:rFonts w:ascii="Times New Roman" w:hAnsi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10002" w:type="dxa"/>
            <w:gridSpan w:val="6"/>
          </w:tcPr>
          <w:p w:rsidR="00C5364D" w:rsidRPr="00307C8B" w:rsidRDefault="00C5364D" w:rsidP="00307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C8B">
              <w:rPr>
                <w:rFonts w:ascii="Times New Roman" w:hAnsi="Times New Roman"/>
                <w:sz w:val="24"/>
                <w:szCs w:val="24"/>
              </w:rPr>
              <w:t>Первый заместитель руководителя Администрации городского округа О.А. Даниленко</w:t>
            </w:r>
          </w:p>
        </w:tc>
      </w:tr>
      <w:tr w:rsidR="00C5364D" w:rsidRPr="00307C8B" w:rsidTr="00307C8B">
        <w:trPr>
          <w:trHeight w:val="20"/>
        </w:trPr>
        <w:tc>
          <w:tcPr>
            <w:tcW w:w="4600" w:type="dxa"/>
          </w:tcPr>
          <w:p w:rsidR="00C5364D" w:rsidRPr="00307C8B" w:rsidRDefault="00C5364D" w:rsidP="00307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C8B">
              <w:rPr>
                <w:rFonts w:ascii="Times New Roman" w:hAnsi="Times New Roman"/>
                <w:sz w:val="24"/>
                <w:szCs w:val="24"/>
              </w:rPr>
              <w:t>Муниципальный заказчик программы</w:t>
            </w:r>
          </w:p>
        </w:tc>
        <w:tc>
          <w:tcPr>
            <w:tcW w:w="10002" w:type="dxa"/>
            <w:gridSpan w:val="6"/>
          </w:tcPr>
          <w:p w:rsidR="00C5364D" w:rsidRPr="00307C8B" w:rsidRDefault="00C5364D" w:rsidP="00307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C8B">
              <w:rPr>
                <w:rFonts w:ascii="Times New Roman" w:hAnsi="Times New Roman"/>
                <w:sz w:val="24"/>
                <w:szCs w:val="24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</w:tc>
      </w:tr>
      <w:tr w:rsidR="00C5364D" w:rsidRPr="00307C8B" w:rsidTr="00307C8B">
        <w:trPr>
          <w:trHeight w:val="20"/>
        </w:trPr>
        <w:tc>
          <w:tcPr>
            <w:tcW w:w="4600" w:type="dxa"/>
          </w:tcPr>
          <w:p w:rsidR="00C5364D" w:rsidRPr="00307C8B" w:rsidRDefault="00C5364D" w:rsidP="00307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C8B">
              <w:rPr>
                <w:rFonts w:ascii="Times New Roman" w:hAnsi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0002" w:type="dxa"/>
            <w:gridSpan w:val="6"/>
          </w:tcPr>
          <w:p w:rsidR="00C5364D" w:rsidRPr="00307C8B" w:rsidRDefault="00C5364D" w:rsidP="00307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C8B">
              <w:rPr>
                <w:rFonts w:ascii="Times New Roman" w:hAnsi="Times New Roman"/>
                <w:sz w:val="24"/>
                <w:szCs w:val="24"/>
              </w:rPr>
              <w:t>Обеспечение конституционных прав граждан на благоприятную окружающую среду за счёт стабилизации экологической обстановки в городском округе Королёв.</w:t>
            </w:r>
          </w:p>
        </w:tc>
      </w:tr>
      <w:tr w:rsidR="00C5364D" w:rsidRPr="00307C8B" w:rsidTr="00307C8B">
        <w:trPr>
          <w:trHeight w:val="20"/>
        </w:trPr>
        <w:tc>
          <w:tcPr>
            <w:tcW w:w="4600" w:type="dxa"/>
          </w:tcPr>
          <w:p w:rsidR="00C5364D" w:rsidRPr="00307C8B" w:rsidRDefault="00C5364D" w:rsidP="00307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C8B">
              <w:rPr>
                <w:rFonts w:ascii="Times New Roman" w:hAnsi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10002" w:type="dxa"/>
            <w:gridSpan w:val="6"/>
          </w:tcPr>
          <w:p w:rsidR="00C5364D" w:rsidRPr="00307C8B" w:rsidRDefault="00C5364D" w:rsidP="00307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C8B">
              <w:rPr>
                <w:rFonts w:ascii="Times New Roman" w:hAnsi="Times New Roman"/>
                <w:sz w:val="24"/>
                <w:szCs w:val="24"/>
              </w:rPr>
              <w:t>«Охрана окружающей среды, сохранение особо охраняемых природных территорий»</w:t>
            </w:r>
          </w:p>
        </w:tc>
      </w:tr>
      <w:tr w:rsidR="00C5364D" w:rsidRPr="00307C8B" w:rsidTr="00307C8B">
        <w:trPr>
          <w:trHeight w:val="20"/>
        </w:trPr>
        <w:tc>
          <w:tcPr>
            <w:tcW w:w="4600" w:type="dxa"/>
            <w:vMerge w:val="restart"/>
          </w:tcPr>
          <w:p w:rsidR="00C5364D" w:rsidRPr="00307C8B" w:rsidRDefault="00C5364D" w:rsidP="00307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C8B">
              <w:rPr>
                <w:rFonts w:ascii="Times New Roman" w:hAnsi="Times New Roman"/>
                <w:sz w:val="24"/>
                <w:szCs w:val="24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10002" w:type="dxa"/>
            <w:gridSpan w:val="6"/>
          </w:tcPr>
          <w:p w:rsidR="00C5364D" w:rsidRPr="00307C8B" w:rsidRDefault="00C5364D" w:rsidP="00307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C8B">
              <w:rPr>
                <w:rFonts w:ascii="Times New Roman" w:hAnsi="Times New Roman"/>
                <w:sz w:val="24"/>
                <w:szCs w:val="24"/>
              </w:rPr>
              <w:t>Расходы (тыс. рублей)</w:t>
            </w:r>
          </w:p>
        </w:tc>
      </w:tr>
      <w:tr w:rsidR="00C5364D" w:rsidRPr="00307C8B" w:rsidTr="00307C8B">
        <w:trPr>
          <w:trHeight w:val="20"/>
        </w:trPr>
        <w:tc>
          <w:tcPr>
            <w:tcW w:w="4600" w:type="dxa"/>
            <w:vMerge/>
            <w:vAlign w:val="center"/>
          </w:tcPr>
          <w:p w:rsidR="00C5364D" w:rsidRPr="00307C8B" w:rsidRDefault="00C5364D" w:rsidP="00307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C5364D" w:rsidRPr="00307C8B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C8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3" w:type="dxa"/>
          </w:tcPr>
          <w:p w:rsidR="00C5364D" w:rsidRPr="00307C8B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C8B">
              <w:rPr>
                <w:rFonts w:ascii="Times New Roman" w:hAnsi="Times New Roman"/>
                <w:sz w:val="24"/>
                <w:szCs w:val="24"/>
              </w:rPr>
              <w:t>2017г.</w:t>
            </w:r>
          </w:p>
        </w:tc>
        <w:tc>
          <w:tcPr>
            <w:tcW w:w="1536" w:type="dxa"/>
          </w:tcPr>
          <w:p w:rsidR="00C5364D" w:rsidRPr="00307C8B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C8B">
              <w:rPr>
                <w:rFonts w:ascii="Times New Roman" w:hAnsi="Times New Roman"/>
                <w:sz w:val="24"/>
                <w:szCs w:val="24"/>
              </w:rPr>
              <w:t>2018г.</w:t>
            </w:r>
          </w:p>
        </w:tc>
        <w:tc>
          <w:tcPr>
            <w:tcW w:w="1487" w:type="dxa"/>
          </w:tcPr>
          <w:p w:rsidR="00C5364D" w:rsidRPr="00307C8B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C8B">
              <w:rPr>
                <w:rFonts w:ascii="Times New Roman" w:hAnsi="Times New Roman"/>
                <w:sz w:val="24"/>
                <w:szCs w:val="24"/>
              </w:rPr>
              <w:t>2019г.</w:t>
            </w:r>
          </w:p>
        </w:tc>
        <w:tc>
          <w:tcPr>
            <w:tcW w:w="1622" w:type="dxa"/>
          </w:tcPr>
          <w:p w:rsidR="00C5364D" w:rsidRPr="00307C8B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C8B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881" w:type="dxa"/>
          </w:tcPr>
          <w:p w:rsidR="00C5364D" w:rsidRPr="00307C8B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C8B">
              <w:rPr>
                <w:rFonts w:ascii="Times New Roman" w:hAnsi="Times New Roman"/>
                <w:sz w:val="24"/>
                <w:szCs w:val="24"/>
              </w:rPr>
              <w:t>2021г.</w:t>
            </w:r>
          </w:p>
        </w:tc>
      </w:tr>
      <w:tr w:rsidR="00C5364D" w:rsidRPr="00307C8B" w:rsidTr="00307C8B">
        <w:trPr>
          <w:trHeight w:val="20"/>
        </w:trPr>
        <w:tc>
          <w:tcPr>
            <w:tcW w:w="4600" w:type="dxa"/>
          </w:tcPr>
          <w:p w:rsidR="00C5364D" w:rsidRPr="00307C8B" w:rsidRDefault="00C5364D" w:rsidP="00307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C8B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*</w:t>
            </w:r>
          </w:p>
        </w:tc>
        <w:tc>
          <w:tcPr>
            <w:tcW w:w="2063" w:type="dxa"/>
          </w:tcPr>
          <w:p w:rsidR="00C5364D" w:rsidRPr="00307C8B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C8B">
              <w:rPr>
                <w:rFonts w:ascii="Times New Roman" w:hAnsi="Times New Roman"/>
                <w:sz w:val="24"/>
                <w:szCs w:val="24"/>
              </w:rPr>
              <w:t>1 950,00</w:t>
            </w:r>
          </w:p>
        </w:tc>
        <w:tc>
          <w:tcPr>
            <w:tcW w:w="1413" w:type="dxa"/>
          </w:tcPr>
          <w:p w:rsidR="00C5364D" w:rsidRPr="00307C8B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307C8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390,00</w:t>
            </w:r>
          </w:p>
        </w:tc>
        <w:tc>
          <w:tcPr>
            <w:tcW w:w="1536" w:type="dxa"/>
          </w:tcPr>
          <w:p w:rsidR="00C5364D" w:rsidRPr="00307C8B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307C8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390,00</w:t>
            </w:r>
          </w:p>
        </w:tc>
        <w:tc>
          <w:tcPr>
            <w:tcW w:w="1487" w:type="dxa"/>
          </w:tcPr>
          <w:p w:rsidR="00C5364D" w:rsidRPr="00307C8B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307C8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390,00</w:t>
            </w:r>
          </w:p>
        </w:tc>
        <w:tc>
          <w:tcPr>
            <w:tcW w:w="1622" w:type="dxa"/>
          </w:tcPr>
          <w:p w:rsidR="00C5364D" w:rsidRPr="00307C8B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307C8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390,00</w:t>
            </w:r>
          </w:p>
        </w:tc>
        <w:tc>
          <w:tcPr>
            <w:tcW w:w="1881" w:type="dxa"/>
          </w:tcPr>
          <w:p w:rsidR="00C5364D" w:rsidRPr="00307C8B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307C8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390,00</w:t>
            </w:r>
          </w:p>
        </w:tc>
      </w:tr>
      <w:tr w:rsidR="00C5364D" w:rsidRPr="00307C8B" w:rsidTr="00307C8B">
        <w:trPr>
          <w:trHeight w:val="20"/>
        </w:trPr>
        <w:tc>
          <w:tcPr>
            <w:tcW w:w="4600" w:type="dxa"/>
          </w:tcPr>
          <w:p w:rsidR="00C5364D" w:rsidRPr="00307C8B" w:rsidRDefault="00C5364D" w:rsidP="00307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C8B">
              <w:rPr>
                <w:rFonts w:ascii="Times New Roman" w:hAnsi="Times New Roman"/>
                <w:sz w:val="24"/>
                <w:szCs w:val="24"/>
              </w:rPr>
              <w:t>Внебюджетные средства *</w:t>
            </w:r>
          </w:p>
        </w:tc>
        <w:tc>
          <w:tcPr>
            <w:tcW w:w="2063" w:type="dxa"/>
          </w:tcPr>
          <w:p w:rsidR="00C5364D" w:rsidRPr="00307C8B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07C8B">
              <w:rPr>
                <w:rFonts w:ascii="Times New Roman" w:hAnsi="Times New Roman"/>
                <w:bCs/>
                <w:iCs/>
                <w:sz w:val="24"/>
                <w:szCs w:val="24"/>
              </w:rPr>
              <w:t>39 416,70</w:t>
            </w:r>
          </w:p>
        </w:tc>
        <w:tc>
          <w:tcPr>
            <w:tcW w:w="1413" w:type="dxa"/>
          </w:tcPr>
          <w:p w:rsidR="00C5364D" w:rsidRPr="00307C8B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307C8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7 443,34</w:t>
            </w:r>
          </w:p>
        </w:tc>
        <w:tc>
          <w:tcPr>
            <w:tcW w:w="1536" w:type="dxa"/>
          </w:tcPr>
          <w:p w:rsidR="00C5364D" w:rsidRPr="00307C8B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307C8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9 643,34</w:t>
            </w:r>
          </w:p>
        </w:tc>
        <w:tc>
          <w:tcPr>
            <w:tcW w:w="1487" w:type="dxa"/>
          </w:tcPr>
          <w:p w:rsidR="00C5364D" w:rsidRPr="00307C8B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307C8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7 443,34</w:t>
            </w:r>
          </w:p>
        </w:tc>
        <w:tc>
          <w:tcPr>
            <w:tcW w:w="1622" w:type="dxa"/>
          </w:tcPr>
          <w:p w:rsidR="00C5364D" w:rsidRPr="00307C8B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307C8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7 443,34</w:t>
            </w:r>
          </w:p>
        </w:tc>
        <w:tc>
          <w:tcPr>
            <w:tcW w:w="1881" w:type="dxa"/>
          </w:tcPr>
          <w:p w:rsidR="00C5364D" w:rsidRPr="00307C8B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307C8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7 443,34</w:t>
            </w:r>
          </w:p>
        </w:tc>
      </w:tr>
      <w:tr w:rsidR="00C5364D" w:rsidRPr="00307C8B" w:rsidTr="00307C8B">
        <w:trPr>
          <w:trHeight w:val="20"/>
        </w:trPr>
        <w:tc>
          <w:tcPr>
            <w:tcW w:w="4600" w:type="dxa"/>
          </w:tcPr>
          <w:p w:rsidR="00C5364D" w:rsidRPr="00307C8B" w:rsidRDefault="00C5364D" w:rsidP="00307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C8B">
              <w:rPr>
                <w:rFonts w:ascii="Times New Roman" w:hAnsi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2063" w:type="dxa"/>
          </w:tcPr>
          <w:p w:rsidR="00C5364D" w:rsidRPr="00307C8B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307C8B">
              <w:rPr>
                <w:rFonts w:ascii="Times New Roman" w:hAnsi="Times New Roman"/>
                <w:bCs/>
                <w:iCs/>
                <w:sz w:val="24"/>
                <w:szCs w:val="24"/>
              </w:rPr>
              <w:t>41 366,70</w:t>
            </w:r>
          </w:p>
        </w:tc>
        <w:tc>
          <w:tcPr>
            <w:tcW w:w="1413" w:type="dxa"/>
          </w:tcPr>
          <w:p w:rsidR="00C5364D" w:rsidRPr="00307C8B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307C8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7 833,34</w:t>
            </w:r>
          </w:p>
        </w:tc>
        <w:tc>
          <w:tcPr>
            <w:tcW w:w="1536" w:type="dxa"/>
          </w:tcPr>
          <w:p w:rsidR="00C5364D" w:rsidRPr="00307C8B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307C8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10 033,34</w:t>
            </w:r>
          </w:p>
        </w:tc>
        <w:tc>
          <w:tcPr>
            <w:tcW w:w="1487" w:type="dxa"/>
          </w:tcPr>
          <w:p w:rsidR="00C5364D" w:rsidRPr="00307C8B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307C8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7 833,34</w:t>
            </w:r>
          </w:p>
        </w:tc>
        <w:tc>
          <w:tcPr>
            <w:tcW w:w="1622" w:type="dxa"/>
          </w:tcPr>
          <w:p w:rsidR="00C5364D" w:rsidRPr="00307C8B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307C8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7 833,34</w:t>
            </w:r>
          </w:p>
        </w:tc>
        <w:tc>
          <w:tcPr>
            <w:tcW w:w="1881" w:type="dxa"/>
          </w:tcPr>
          <w:p w:rsidR="00C5364D" w:rsidRPr="00307C8B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307C8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7 833,34</w:t>
            </w:r>
          </w:p>
        </w:tc>
      </w:tr>
    </w:tbl>
    <w:p w:rsidR="00C5364D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* Объем финансирования подлежит уточнению в очередном финансовом году.</w:t>
      </w:r>
    </w:p>
    <w:p w:rsidR="00C5364D" w:rsidRDefault="00C5364D" w:rsidP="00307C8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rPr>
          <w:rFonts w:ascii="Times New Roman" w:hAnsi="Times New Roman"/>
          <w:sz w:val="28"/>
          <w:szCs w:val="28"/>
        </w:rPr>
        <w:sectPr w:rsidR="00C5364D" w:rsidRPr="00307C8B" w:rsidSect="00B04857">
          <w:footerReference w:type="default" r:id="rId9"/>
          <w:pgSz w:w="16838" w:h="11906" w:orient="landscape"/>
          <w:pgMar w:top="1701" w:right="1134" w:bottom="709" w:left="1134" w:header="1276" w:footer="1276" w:gutter="0"/>
          <w:cols w:space="708"/>
          <w:docGrid w:linePitch="360"/>
        </w:sectPr>
      </w:pPr>
    </w:p>
    <w:p w:rsidR="00C5364D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1. Общая характеристика сферы эк</w:t>
      </w:r>
      <w:r>
        <w:rPr>
          <w:rFonts w:ascii="Times New Roman" w:hAnsi="Times New Roman"/>
          <w:b/>
          <w:sz w:val="28"/>
          <w:szCs w:val="28"/>
        </w:rPr>
        <w:t>ологии и окружающей среды</w:t>
      </w:r>
    </w:p>
    <w:p w:rsidR="00C5364D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городского округа Королёв, основные проблемы, инерционный прогноз</w:t>
      </w:r>
    </w:p>
    <w:p w:rsidR="00C5364D" w:rsidRPr="00307C8B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ее развития, описание цели муниципальной программы</w:t>
      </w:r>
    </w:p>
    <w:p w:rsidR="00C5364D" w:rsidRPr="00307C8B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 xml:space="preserve">1.1. </w:t>
      </w:r>
      <w:r>
        <w:rPr>
          <w:rFonts w:ascii="Times New Roman" w:hAnsi="Times New Roman"/>
          <w:b/>
          <w:sz w:val="28"/>
          <w:szCs w:val="28"/>
        </w:rPr>
        <w:t>Общая характеристика</w:t>
      </w:r>
    </w:p>
    <w:p w:rsidR="00C5364D" w:rsidRPr="00307C8B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сферы экологии и окружающей среды городского округа Королёв</w:t>
      </w:r>
    </w:p>
    <w:p w:rsidR="00C5364D" w:rsidRPr="00307C8B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Городской округ Королёв Московской области в экологическом отношении относится к довольно благополучным территориям Московской области, но наряду с этим,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7C8B">
        <w:rPr>
          <w:rFonts w:ascii="Times New Roman" w:hAnsi="Times New Roman"/>
          <w:sz w:val="28"/>
          <w:szCs w:val="28"/>
        </w:rPr>
        <w:t xml:space="preserve">вопросам охраны окружающей природной среды </w:t>
      </w:r>
      <w:r>
        <w:rPr>
          <w:rFonts w:ascii="Times New Roman" w:hAnsi="Times New Roman"/>
          <w:sz w:val="28"/>
          <w:szCs w:val="28"/>
        </w:rPr>
        <w:br/>
      </w:r>
      <w:r w:rsidRPr="00307C8B">
        <w:rPr>
          <w:rFonts w:ascii="Times New Roman" w:hAnsi="Times New Roman"/>
          <w:sz w:val="28"/>
          <w:szCs w:val="28"/>
        </w:rPr>
        <w:t>в городе уделяется большое значение.</w:t>
      </w:r>
    </w:p>
    <w:p w:rsidR="00C5364D" w:rsidRPr="00307C8B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К основным направлениям обеспечения экологической безопасности экономического развития и улучшения экологической среды жизни человека относится поэтапное сокращение уровней воздействия на окружающую среду</w:t>
      </w:r>
      <w:r>
        <w:rPr>
          <w:rFonts w:ascii="Times New Roman" w:hAnsi="Times New Roman"/>
          <w:sz w:val="28"/>
          <w:szCs w:val="28"/>
        </w:rPr>
        <w:t xml:space="preserve"> всех антропогенных источников.</w:t>
      </w:r>
    </w:p>
    <w:p w:rsidR="00C5364D" w:rsidRPr="00307C8B" w:rsidRDefault="00C5364D" w:rsidP="00307C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1.2. Основные проблемы</w:t>
      </w:r>
    </w:p>
    <w:p w:rsidR="00C5364D" w:rsidRPr="00307C8B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в сфере экологии и окружающей среды городского округа Королёв</w:t>
      </w:r>
    </w:p>
    <w:p w:rsidR="00C5364D" w:rsidRPr="00307C8B" w:rsidRDefault="00C5364D" w:rsidP="00307C8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Экологическую обстановку в городском округе Королёв Московской области обостряет наличие крупных предприятий, расположенных по всей территории города.</w:t>
      </w:r>
    </w:p>
    <w:p w:rsidR="00C5364D" w:rsidRPr="00307C8B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 xml:space="preserve">Все выполняемые природоохранные мероприятия, направлены </w:t>
      </w:r>
      <w:r>
        <w:rPr>
          <w:rFonts w:ascii="Times New Roman" w:hAnsi="Times New Roman"/>
          <w:sz w:val="28"/>
          <w:szCs w:val="28"/>
        </w:rPr>
        <w:br/>
      </w:r>
      <w:r w:rsidRPr="00307C8B">
        <w:rPr>
          <w:rFonts w:ascii="Times New Roman" w:hAnsi="Times New Roman"/>
          <w:sz w:val="28"/>
          <w:szCs w:val="28"/>
        </w:rPr>
        <w:t>на улучшение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7C8B">
        <w:rPr>
          <w:rFonts w:ascii="Times New Roman" w:hAnsi="Times New Roman"/>
          <w:sz w:val="28"/>
          <w:szCs w:val="28"/>
        </w:rPr>
        <w:t>экологической обстановки и обеспечение благоприятных условий жизнедеятельности населения, сбережение и восстановление природных ресурсов. Мероприятия выполняются по всем основным направлениям охраны окружающей среды, в том числе и в рамках данной программы.</w:t>
      </w:r>
    </w:p>
    <w:p w:rsidR="00C5364D" w:rsidRPr="00307C8B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364D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1.3. Инерционный прогноз развития сферы эк</w:t>
      </w:r>
      <w:r>
        <w:rPr>
          <w:rFonts w:ascii="Times New Roman" w:hAnsi="Times New Roman"/>
          <w:b/>
          <w:sz w:val="28"/>
          <w:szCs w:val="28"/>
        </w:rPr>
        <w:t>ологии и окружающей</w:t>
      </w:r>
    </w:p>
    <w:p w:rsidR="00C5364D" w:rsidRPr="00307C8B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среды городского округа Королёв</w:t>
      </w:r>
    </w:p>
    <w:p w:rsidR="00C5364D" w:rsidRPr="00307C8B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 xml:space="preserve">На необходимость решения выявленных проблем в формате муниципальной программы указывают результаты инерционного прогноза развития сферы экологии и окружающей среды городского округа Королёв Московской области. </w:t>
      </w:r>
    </w:p>
    <w:p w:rsidR="00C5364D" w:rsidRPr="00307C8B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Инерционный прогноз осуществлен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7C8B">
        <w:rPr>
          <w:rFonts w:ascii="Times New Roman" w:hAnsi="Times New Roman"/>
          <w:sz w:val="28"/>
          <w:szCs w:val="28"/>
        </w:rPr>
        <w:t>по указанным приоритетным направлениям.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7C8B">
        <w:rPr>
          <w:rFonts w:ascii="Times New Roman" w:hAnsi="Times New Roman"/>
          <w:sz w:val="28"/>
          <w:szCs w:val="28"/>
        </w:rPr>
        <w:t>Развитие сферы экологии и окружающей среды городского округа Королёв Московской области по инерционному сценарию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7C8B">
        <w:rPr>
          <w:rFonts w:ascii="Times New Roman" w:hAnsi="Times New Roman"/>
          <w:sz w:val="28"/>
          <w:szCs w:val="28"/>
        </w:rPr>
        <w:t xml:space="preserve">указывает </w:t>
      </w:r>
      <w:r>
        <w:rPr>
          <w:rFonts w:ascii="Times New Roman" w:hAnsi="Times New Roman"/>
          <w:sz w:val="28"/>
          <w:szCs w:val="28"/>
        </w:rPr>
        <w:br/>
      </w:r>
      <w:r w:rsidRPr="00307C8B">
        <w:rPr>
          <w:rFonts w:ascii="Times New Roman" w:hAnsi="Times New Roman"/>
          <w:sz w:val="28"/>
          <w:szCs w:val="28"/>
        </w:rPr>
        <w:t>на риск, что не будут достигнуты целевые значения показателей.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7C8B">
        <w:rPr>
          <w:rFonts w:ascii="Times New Roman" w:hAnsi="Times New Roman"/>
          <w:sz w:val="28"/>
          <w:szCs w:val="28"/>
        </w:rPr>
        <w:t>При инерционном сценарии развития сферы экологии и окружающей среды, будут достигнуты следующие целевые показатели:</w:t>
      </w:r>
    </w:p>
    <w:p w:rsidR="00C5364D" w:rsidRPr="00307C8B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307C8B">
        <w:rPr>
          <w:rFonts w:ascii="Times New Roman" w:hAnsi="Times New Roman"/>
          <w:sz w:val="28"/>
          <w:szCs w:val="28"/>
        </w:rPr>
        <w:t>количество населения, принявшего участие в экологических мероприятиях – с 52000 чел. до 56000 чел. в 2021 году;</w:t>
      </w:r>
    </w:p>
    <w:p w:rsidR="00C5364D" w:rsidRPr="00307C8B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- количество забора проб воды и проведённых анализов качества воды источников децентрализованного водоснабжения – 15 ед. ежегодно.</w:t>
      </w:r>
    </w:p>
    <w:p w:rsidR="00C5364D" w:rsidRPr="00307C8B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 xml:space="preserve">- количество высаженных в грунт зелёных насаждений – 2800 </w:t>
      </w:r>
      <w:r>
        <w:rPr>
          <w:rFonts w:ascii="Times New Roman" w:hAnsi="Times New Roman"/>
          <w:sz w:val="28"/>
          <w:szCs w:val="28"/>
        </w:rPr>
        <w:br/>
      </w:r>
      <w:r w:rsidRPr="00307C8B">
        <w:rPr>
          <w:rFonts w:ascii="Times New Roman" w:hAnsi="Times New Roman"/>
          <w:sz w:val="28"/>
          <w:szCs w:val="28"/>
        </w:rPr>
        <w:t>шт. ежегодно.</w:t>
      </w:r>
    </w:p>
    <w:p w:rsidR="00C5364D" w:rsidRPr="00307C8B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- количество мероприятий по очистке водоёмов/технических прудов 1 шт.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7C8B">
        <w:rPr>
          <w:rFonts w:ascii="Times New Roman" w:hAnsi="Times New Roman"/>
          <w:sz w:val="28"/>
          <w:szCs w:val="28"/>
        </w:rPr>
        <w:t>ежегодно.</w:t>
      </w:r>
    </w:p>
    <w:p w:rsidR="00C5364D" w:rsidRPr="00307C8B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307C8B">
        <w:rPr>
          <w:rFonts w:ascii="Times New Roman" w:hAnsi="Times New Roman"/>
          <w:sz w:val="28"/>
          <w:szCs w:val="28"/>
        </w:rPr>
        <w:t xml:space="preserve">площадь зелёных массивов, подверженных акарицидной (противоклещевой) обработке – </w:t>
      </w:r>
      <w:smartTag w:uri="urn:schemas-microsoft-com:office:smarttags" w:element="metricconverter">
        <w:smartTagPr>
          <w:attr w:name="ProductID" w:val="8 Га"/>
        </w:smartTagPr>
        <w:r w:rsidRPr="00307C8B">
          <w:rPr>
            <w:rFonts w:ascii="Times New Roman" w:hAnsi="Times New Roman"/>
            <w:sz w:val="28"/>
            <w:szCs w:val="28"/>
          </w:rPr>
          <w:t>8 Га</w:t>
        </w:r>
      </w:smartTag>
      <w:r w:rsidRPr="00307C8B">
        <w:rPr>
          <w:rFonts w:ascii="Times New Roman" w:hAnsi="Times New Roman"/>
          <w:sz w:val="28"/>
          <w:szCs w:val="28"/>
        </w:rPr>
        <w:t xml:space="preserve"> ежегодно.</w:t>
      </w:r>
    </w:p>
    <w:p w:rsidR="00C5364D" w:rsidRPr="00307C8B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 xml:space="preserve">- площадь городских лесов на которой необходимо проведение Лесоустроительных мероприятий («Комитетский лес», мкр. Юбилейный.) - </w:t>
      </w:r>
      <w:smartTag w:uri="urn:schemas-microsoft-com:office:smarttags" w:element="metricconverter">
        <w:smartTagPr>
          <w:attr w:name="ProductID" w:val="21,744 Га"/>
        </w:smartTagPr>
        <w:r w:rsidRPr="00307C8B">
          <w:rPr>
            <w:rFonts w:ascii="Times New Roman" w:hAnsi="Times New Roman"/>
            <w:sz w:val="28"/>
            <w:szCs w:val="28"/>
          </w:rPr>
          <w:t>21,744</w:t>
        </w:r>
        <w:r w:rsidRPr="00307C8B">
          <w:rPr>
            <w:rFonts w:ascii="Times New Roman" w:hAnsi="Times New Roman"/>
            <w:color w:val="000000"/>
            <w:sz w:val="28"/>
            <w:szCs w:val="28"/>
            <w:lang w:eastAsia="ru-RU"/>
          </w:rPr>
          <w:t xml:space="preserve"> Га</w:t>
        </w:r>
      </w:smartTag>
      <w:r w:rsidRPr="00307C8B">
        <w:rPr>
          <w:rFonts w:ascii="Times New Roman" w:hAnsi="Times New Roman"/>
          <w:sz w:val="28"/>
          <w:szCs w:val="28"/>
        </w:rPr>
        <w:t>. Мероприятия проводятся один раз в пять лет.</w:t>
      </w:r>
    </w:p>
    <w:p w:rsidR="00C5364D" w:rsidRPr="00307C8B" w:rsidRDefault="00C5364D" w:rsidP="00307C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364D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1.4. Описание цели муниципальной программы</w:t>
      </w:r>
    </w:p>
    <w:p w:rsidR="00C5364D" w:rsidRPr="00307C8B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 xml:space="preserve">Цель муниципальной программы «Экология и окружающая среда городского округа Королёв» - обеспечение конституционных прав граждан </w:t>
      </w:r>
      <w:r>
        <w:rPr>
          <w:rFonts w:ascii="Times New Roman" w:hAnsi="Times New Roman"/>
          <w:sz w:val="28"/>
          <w:szCs w:val="28"/>
        </w:rPr>
        <w:br/>
      </w:r>
      <w:r w:rsidRPr="00307C8B">
        <w:rPr>
          <w:rFonts w:ascii="Times New Roman" w:hAnsi="Times New Roman"/>
          <w:sz w:val="28"/>
          <w:szCs w:val="28"/>
        </w:rPr>
        <w:t>на благоприятную окружающую среду за счёт стабилизации экологической обстановки в городском округе Королёв.</w:t>
      </w:r>
    </w:p>
    <w:p w:rsidR="00C5364D" w:rsidRPr="00307C8B" w:rsidRDefault="00C5364D" w:rsidP="00307C8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C5364D" w:rsidRDefault="00C5364D" w:rsidP="00307C8B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2. Прогноз развития сферы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07C8B">
        <w:rPr>
          <w:rFonts w:ascii="Times New Roman" w:hAnsi="Times New Roman"/>
          <w:b/>
          <w:sz w:val="28"/>
          <w:szCs w:val="28"/>
        </w:rPr>
        <w:t>экологии и</w:t>
      </w:r>
      <w:r>
        <w:rPr>
          <w:rFonts w:ascii="Times New Roman" w:hAnsi="Times New Roman"/>
          <w:b/>
          <w:sz w:val="28"/>
          <w:szCs w:val="28"/>
        </w:rPr>
        <w:t xml:space="preserve"> окружающей среды городского</w:t>
      </w:r>
    </w:p>
    <w:p w:rsidR="00C5364D" w:rsidRDefault="00C5364D" w:rsidP="00307C8B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округа Королёв с учетом реал</w:t>
      </w:r>
      <w:r>
        <w:rPr>
          <w:rFonts w:ascii="Times New Roman" w:hAnsi="Times New Roman"/>
          <w:b/>
          <w:sz w:val="28"/>
          <w:szCs w:val="28"/>
        </w:rPr>
        <w:t>изации муниципальной программы,</w:t>
      </w:r>
    </w:p>
    <w:p w:rsidR="00C5364D" w:rsidRDefault="00C5364D" w:rsidP="00307C8B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возможные варианты решения проблем, оценка преимуществ и рисков,</w:t>
      </w:r>
    </w:p>
    <w:p w:rsidR="00C5364D" w:rsidRPr="00307C8B" w:rsidRDefault="00C5364D" w:rsidP="00307C8B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возникающих при выборе вариантов решения проблем</w:t>
      </w:r>
    </w:p>
    <w:p w:rsidR="00C5364D" w:rsidRPr="00307C8B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364D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2.1. Прогноз развития сферы экологии и окружающей с</w:t>
      </w:r>
      <w:r>
        <w:rPr>
          <w:rFonts w:ascii="Times New Roman" w:hAnsi="Times New Roman"/>
          <w:b/>
          <w:sz w:val="28"/>
          <w:szCs w:val="28"/>
        </w:rPr>
        <w:t>реды городского</w:t>
      </w:r>
    </w:p>
    <w:p w:rsidR="00C5364D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округа Королёв с учетом реал</w:t>
      </w:r>
      <w:r>
        <w:rPr>
          <w:rFonts w:ascii="Times New Roman" w:hAnsi="Times New Roman"/>
          <w:b/>
          <w:sz w:val="28"/>
          <w:szCs w:val="28"/>
        </w:rPr>
        <w:t>изации муниципальной программы,</w:t>
      </w:r>
    </w:p>
    <w:p w:rsidR="00C5364D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возможные варианты решения проблемы</w:t>
      </w:r>
    </w:p>
    <w:p w:rsidR="00C5364D" w:rsidRPr="00307C8B" w:rsidRDefault="00C5364D" w:rsidP="00307C8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C5364D" w:rsidRPr="00307C8B" w:rsidRDefault="00C5364D" w:rsidP="00307C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Концепция решения проблем в сфере экологии и окружающей среды основывается на программно-целевом методе и состоит в реализации в период с 2017 по 2021 год муниципальной программы «Экология и окружающая среда городского округа Королёв» на 2017 – 2021 годы, которая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7C8B">
        <w:rPr>
          <w:rFonts w:ascii="Times New Roman" w:hAnsi="Times New Roman"/>
          <w:sz w:val="28"/>
          <w:szCs w:val="28"/>
        </w:rPr>
        <w:t xml:space="preserve">на начало 2017 года включает в себя 1 подпрограмму. </w:t>
      </w:r>
    </w:p>
    <w:p w:rsidR="00C5364D" w:rsidRPr="00307C8B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При программно-целевом сценарии развития будут достигнуты следующие показатели:</w:t>
      </w:r>
    </w:p>
    <w:p w:rsidR="00C5364D" w:rsidRPr="00307C8B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307C8B">
        <w:rPr>
          <w:rFonts w:ascii="Times New Roman" w:hAnsi="Times New Roman"/>
          <w:sz w:val="28"/>
          <w:szCs w:val="28"/>
        </w:rPr>
        <w:t xml:space="preserve">количество мероприятий по экологическому воспитанию </w:t>
      </w:r>
      <w:r>
        <w:rPr>
          <w:rFonts w:ascii="Times New Roman" w:hAnsi="Times New Roman"/>
          <w:sz w:val="28"/>
          <w:szCs w:val="28"/>
        </w:rPr>
        <w:br/>
      </w:r>
      <w:r w:rsidRPr="00307C8B">
        <w:rPr>
          <w:rFonts w:ascii="Times New Roman" w:hAnsi="Times New Roman"/>
          <w:sz w:val="28"/>
          <w:szCs w:val="28"/>
        </w:rPr>
        <w:t>и просвещению населения на всей территории городского округа Королёв Московской области – с 22 ед. в 2017 году до 30 ед. в 2021 году;</w:t>
      </w:r>
    </w:p>
    <w:p w:rsidR="00C5364D" w:rsidRPr="00307C8B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307C8B">
        <w:rPr>
          <w:rFonts w:ascii="Times New Roman" w:hAnsi="Times New Roman"/>
          <w:sz w:val="28"/>
          <w:szCs w:val="28"/>
        </w:rPr>
        <w:t>количество населения, принявшего участие в экологических мероприятиях – с 52000 чел. до 60000 чел. в 2021 году;</w:t>
      </w:r>
    </w:p>
    <w:p w:rsidR="00C5364D" w:rsidRPr="00307C8B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- количество забора проб воды и проведённых анализов качества воды источников децентрализованного водоснабжения – 17 ед. ежегодно.</w:t>
      </w:r>
    </w:p>
    <w:p w:rsidR="00C5364D" w:rsidRPr="00307C8B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- количество высаженных в грунт зелёных насаждений – 3000 шт. ежегодно.</w:t>
      </w:r>
    </w:p>
    <w:p w:rsidR="00C5364D" w:rsidRPr="00307C8B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- количество мероприятий по очистке водоёмов/технических прудов – 1 шт. ежегодно.</w:t>
      </w:r>
    </w:p>
    <w:p w:rsidR="00C5364D" w:rsidRPr="00307C8B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307C8B">
        <w:rPr>
          <w:rFonts w:ascii="Times New Roman" w:hAnsi="Times New Roman"/>
          <w:sz w:val="28"/>
          <w:szCs w:val="28"/>
        </w:rPr>
        <w:t xml:space="preserve">площадь зелёных массивов, подверженных акарицидной (противоклещевой) обработке – </w:t>
      </w:r>
      <w:smartTag w:uri="urn:schemas-microsoft-com:office:smarttags" w:element="metricconverter">
        <w:smartTagPr>
          <w:attr w:name="ProductID" w:val="8 Га"/>
        </w:smartTagPr>
        <w:r w:rsidRPr="00307C8B">
          <w:rPr>
            <w:rFonts w:ascii="Times New Roman" w:hAnsi="Times New Roman"/>
            <w:sz w:val="28"/>
            <w:szCs w:val="28"/>
          </w:rPr>
          <w:t>8 Га</w:t>
        </w:r>
      </w:smartTag>
      <w:r w:rsidRPr="00307C8B">
        <w:rPr>
          <w:rFonts w:ascii="Times New Roman" w:hAnsi="Times New Roman"/>
          <w:sz w:val="28"/>
          <w:szCs w:val="28"/>
        </w:rPr>
        <w:t xml:space="preserve"> ежегодно.</w:t>
      </w:r>
    </w:p>
    <w:p w:rsidR="00C5364D" w:rsidRPr="00307C8B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307C8B">
        <w:rPr>
          <w:rFonts w:ascii="Times New Roman" w:hAnsi="Times New Roman"/>
          <w:sz w:val="28"/>
          <w:szCs w:val="28"/>
        </w:rPr>
        <w:t xml:space="preserve">площадь городских лесов на которых необходимо проведение Лесоустроительных мероприятий («Комитетский лес», мкр. Юбилейный.) - </w:t>
      </w:r>
      <w:smartTag w:uri="urn:schemas-microsoft-com:office:smarttags" w:element="metricconverter">
        <w:smartTagPr>
          <w:attr w:name="ProductID" w:val="21,744 Га"/>
        </w:smartTagPr>
        <w:r w:rsidRPr="00307C8B">
          <w:rPr>
            <w:rFonts w:ascii="Times New Roman" w:hAnsi="Times New Roman"/>
            <w:sz w:val="28"/>
            <w:szCs w:val="28"/>
          </w:rPr>
          <w:t>21,744</w:t>
        </w:r>
        <w:r w:rsidRPr="00307C8B">
          <w:rPr>
            <w:rFonts w:ascii="Times New Roman" w:hAnsi="Times New Roman"/>
            <w:color w:val="000000"/>
            <w:sz w:val="28"/>
            <w:szCs w:val="28"/>
            <w:lang w:eastAsia="ru-RU"/>
          </w:rPr>
          <w:t xml:space="preserve"> Га</w:t>
        </w:r>
      </w:smartTag>
      <w:r w:rsidRPr="00307C8B">
        <w:rPr>
          <w:rFonts w:ascii="Times New Roman" w:hAnsi="Times New Roman"/>
          <w:sz w:val="28"/>
          <w:szCs w:val="28"/>
        </w:rPr>
        <w:t>. Мероприятия проводятся один раз в пять лет.</w:t>
      </w:r>
    </w:p>
    <w:p w:rsidR="00C5364D" w:rsidRPr="00307C8B" w:rsidRDefault="00C5364D" w:rsidP="00307C8B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C5364D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 xml:space="preserve">2.2. Оценка преимуществ и рисков, возникающих при выборе </w:t>
      </w:r>
      <w:r>
        <w:rPr>
          <w:rFonts w:ascii="Times New Roman" w:hAnsi="Times New Roman"/>
          <w:b/>
          <w:sz w:val="28"/>
          <w:szCs w:val="28"/>
        </w:rPr>
        <w:t>различных</w:t>
      </w:r>
    </w:p>
    <w:p w:rsidR="00C5364D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вариантов решения проблем</w:t>
      </w:r>
    </w:p>
    <w:p w:rsidR="00C5364D" w:rsidRPr="00307C8B" w:rsidRDefault="00C5364D" w:rsidP="00307C8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 xml:space="preserve">Использование программно-целевого сценария не гарантирует отсутствие определенных рисков в ходе реализации муниципальной программы под воздействием соответствующих внешних и внутренних факторов. </w:t>
      </w:r>
    </w:p>
    <w:p w:rsidR="00C5364D" w:rsidRPr="00307C8B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 xml:space="preserve"> Основные риски, которые могут возникнуть при реализации муниципальной программы:</w:t>
      </w:r>
    </w:p>
    <w:p w:rsidR="00C5364D" w:rsidRPr="00307C8B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снижение объемов финансирования мероприятий муниципальной программы вследствие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7C8B">
        <w:rPr>
          <w:rFonts w:ascii="Times New Roman" w:hAnsi="Times New Roman"/>
          <w:sz w:val="28"/>
          <w:szCs w:val="28"/>
        </w:rPr>
        <w:t>изменения прогнозируемых объемов доходов городского бюджета 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7C8B">
        <w:rPr>
          <w:rFonts w:ascii="Times New Roman" w:hAnsi="Times New Roman"/>
          <w:sz w:val="28"/>
          <w:szCs w:val="28"/>
        </w:rPr>
        <w:t xml:space="preserve">не полное предоставление средств </w:t>
      </w:r>
      <w:r>
        <w:rPr>
          <w:rFonts w:ascii="Times New Roman" w:hAnsi="Times New Roman"/>
          <w:sz w:val="28"/>
          <w:szCs w:val="28"/>
        </w:rPr>
        <w:br/>
      </w:r>
      <w:r w:rsidRPr="00307C8B">
        <w:rPr>
          <w:rFonts w:ascii="Times New Roman" w:hAnsi="Times New Roman"/>
          <w:sz w:val="28"/>
          <w:szCs w:val="28"/>
        </w:rPr>
        <w:t>из запланированных источников;</w:t>
      </w:r>
    </w:p>
    <w:p w:rsidR="00C5364D" w:rsidRPr="00307C8B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В целях обеспечения управления рисками муниципальный заказчик муниципальной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7C8B">
        <w:rPr>
          <w:rFonts w:ascii="Times New Roman" w:hAnsi="Times New Roman"/>
          <w:sz w:val="28"/>
          <w:szCs w:val="28"/>
        </w:rPr>
        <w:t>программы организует мониторинг реализации подпрограммы и на основе его результатов вносит необходимые предложения координатору муниципальной программы для принятия соответствующих решений, в том числе по корректировке параметров муниципальной программы.</w:t>
      </w:r>
    </w:p>
    <w:p w:rsidR="00C5364D" w:rsidRPr="00307C8B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Минимизация риска несогласованности действий участников муниципальной программы осуществляется в рамках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7C8B">
        <w:rPr>
          <w:rFonts w:ascii="Times New Roman" w:hAnsi="Times New Roman"/>
          <w:sz w:val="28"/>
          <w:szCs w:val="28"/>
        </w:rPr>
        <w:t>оперативного взаимодействия муниципального заказчика муниципальной программы, координатора муниципальной программы и муниципальных заказчиков подп</w:t>
      </w:r>
      <w:r>
        <w:rPr>
          <w:rFonts w:ascii="Times New Roman" w:hAnsi="Times New Roman"/>
          <w:sz w:val="28"/>
          <w:szCs w:val="28"/>
        </w:rPr>
        <w:t>рограммы.</w:t>
      </w:r>
    </w:p>
    <w:p w:rsidR="00C5364D" w:rsidRPr="00307C8B" w:rsidRDefault="00C5364D" w:rsidP="00307C8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3. Перечень подпрограмм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07C8B">
        <w:rPr>
          <w:rFonts w:ascii="Times New Roman" w:hAnsi="Times New Roman"/>
          <w:b/>
          <w:sz w:val="28"/>
          <w:szCs w:val="28"/>
        </w:rPr>
        <w:t>и краткое их описание</w:t>
      </w:r>
    </w:p>
    <w:p w:rsidR="00C5364D" w:rsidRPr="00307C8B" w:rsidRDefault="00C5364D" w:rsidP="00307C8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Достижение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7C8B">
        <w:rPr>
          <w:rFonts w:ascii="Times New Roman" w:hAnsi="Times New Roman"/>
          <w:sz w:val="28"/>
          <w:szCs w:val="28"/>
        </w:rPr>
        <w:t>целевых значений показателей в рамках программно-целевого сценария осуществляется посредством реализации 1 подпрограммы</w:t>
      </w:r>
      <w:r>
        <w:rPr>
          <w:rFonts w:ascii="Times New Roman" w:hAnsi="Times New Roman"/>
          <w:sz w:val="28"/>
          <w:szCs w:val="28"/>
        </w:rPr>
        <w:t>.</w:t>
      </w:r>
    </w:p>
    <w:p w:rsidR="00C5364D" w:rsidRPr="00307C8B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3.1. Перечень подпрограмм муниципальной программы</w:t>
      </w:r>
    </w:p>
    <w:p w:rsidR="00C5364D" w:rsidRPr="00307C8B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«Экология и окружающая среда городского округа Королёв»</w:t>
      </w:r>
    </w:p>
    <w:p w:rsidR="00C5364D" w:rsidRDefault="00C5364D" w:rsidP="00307C8B">
      <w:pPr>
        <w:pStyle w:val="1"/>
        <w:spacing w:after="0" w:line="240" w:lineRule="auto"/>
        <w:ind w:left="622"/>
        <w:jc w:val="both"/>
        <w:rPr>
          <w:rFonts w:ascii="Times New Roman" w:hAnsi="Times New Roman"/>
          <w:sz w:val="28"/>
          <w:szCs w:val="28"/>
        </w:rPr>
      </w:pPr>
    </w:p>
    <w:p w:rsidR="00C5364D" w:rsidRPr="00307C8B" w:rsidRDefault="00C5364D" w:rsidP="00307C8B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Pr="00307C8B">
        <w:rPr>
          <w:rFonts w:ascii="Times New Roman" w:hAnsi="Times New Roman"/>
          <w:sz w:val="28"/>
          <w:szCs w:val="28"/>
        </w:rPr>
        <w:t>Охрана окружающей среды, сохранение особо охраняемых природных территорий (подпрограмма 1).</w:t>
      </w:r>
    </w:p>
    <w:p w:rsidR="00C5364D" w:rsidRPr="00307C8B" w:rsidRDefault="00C5364D" w:rsidP="00307C8B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5364D" w:rsidRDefault="00C5364D" w:rsidP="00307C8B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5364D" w:rsidRDefault="00C5364D" w:rsidP="00307C8B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5364D" w:rsidRDefault="00C5364D" w:rsidP="00307C8B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3.2. Краткое описание подпрограмм муниципальной программы</w:t>
      </w:r>
    </w:p>
    <w:p w:rsidR="00C5364D" w:rsidRPr="00307C8B" w:rsidRDefault="00C5364D" w:rsidP="00307C8B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Подпрограмма 1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07C8B">
        <w:rPr>
          <w:rFonts w:ascii="Times New Roman" w:hAnsi="Times New Roman"/>
          <w:sz w:val="28"/>
          <w:szCs w:val="28"/>
        </w:rPr>
        <w:t>направлена на обеспечение конституционных прав граждан на благоприятную окружающую среду за счет стабилизации экологической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7C8B">
        <w:rPr>
          <w:rFonts w:ascii="Times New Roman" w:hAnsi="Times New Roman"/>
          <w:sz w:val="28"/>
          <w:szCs w:val="28"/>
        </w:rPr>
        <w:t>обстановки в городском округе Королёв Московской области.</w:t>
      </w:r>
    </w:p>
    <w:p w:rsidR="00C5364D" w:rsidRPr="00307C8B" w:rsidRDefault="00C5364D" w:rsidP="00307C8B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C5364D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 xml:space="preserve">4. Обобщенная характеристика основных мероприятий </w:t>
      </w:r>
      <w:r>
        <w:rPr>
          <w:rFonts w:ascii="Times New Roman" w:hAnsi="Times New Roman"/>
          <w:b/>
          <w:sz w:val="28"/>
          <w:szCs w:val="28"/>
        </w:rPr>
        <w:t>с обоснованием</w:t>
      </w:r>
    </w:p>
    <w:p w:rsidR="00C5364D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07C8B">
        <w:rPr>
          <w:rFonts w:ascii="Times New Roman" w:hAnsi="Times New Roman"/>
          <w:b/>
          <w:sz w:val="28"/>
          <w:szCs w:val="28"/>
        </w:rPr>
        <w:t xml:space="preserve">необходимости их осуществления </w:t>
      </w:r>
      <w:r w:rsidRPr="00307C8B">
        <w:rPr>
          <w:rFonts w:ascii="Times New Roman" w:hAnsi="Times New Roman"/>
          <w:b/>
          <w:sz w:val="28"/>
          <w:szCs w:val="28"/>
          <w:lang w:eastAsia="ru-RU"/>
        </w:rPr>
        <w:t xml:space="preserve">(в том числе </w:t>
      </w:r>
      <w:r>
        <w:rPr>
          <w:rFonts w:ascii="Times New Roman" w:hAnsi="Times New Roman"/>
          <w:b/>
          <w:sz w:val="28"/>
          <w:szCs w:val="28"/>
          <w:lang w:eastAsia="ru-RU"/>
        </w:rPr>
        <w:t>влияние мероприятий на</w:t>
      </w:r>
    </w:p>
    <w:p w:rsidR="00C5364D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07C8B">
        <w:rPr>
          <w:rFonts w:ascii="Times New Roman" w:hAnsi="Times New Roman"/>
          <w:b/>
          <w:sz w:val="28"/>
          <w:szCs w:val="28"/>
          <w:lang w:eastAsia="ru-RU"/>
        </w:rPr>
        <w:t>достижение целевых показателей, пред</w:t>
      </w:r>
      <w:r>
        <w:rPr>
          <w:rFonts w:ascii="Times New Roman" w:hAnsi="Times New Roman"/>
          <w:b/>
          <w:sz w:val="28"/>
          <w:szCs w:val="28"/>
          <w:lang w:eastAsia="ru-RU"/>
        </w:rPr>
        <w:t>усмотренных в указах Президента</w:t>
      </w:r>
    </w:p>
    <w:p w:rsidR="00C5364D" w:rsidRPr="00307C8B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07C8B">
        <w:rPr>
          <w:rFonts w:ascii="Times New Roman" w:hAnsi="Times New Roman"/>
          <w:b/>
          <w:sz w:val="28"/>
          <w:szCs w:val="28"/>
          <w:lang w:eastAsia="ru-RU"/>
        </w:rPr>
        <w:t>Российской Федерации, обращениях Губернатора Московской области)</w:t>
      </w:r>
    </w:p>
    <w:p w:rsidR="00C5364D" w:rsidRPr="00307C8B" w:rsidRDefault="00C5364D" w:rsidP="00307C8B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 xml:space="preserve">Выполнение основных мероприятий муниципальной программы обеспечивается посредством реализации комплекса мер и мероприятий, входящих в состав подпрограммы. Перечни мероприятий приведены </w:t>
      </w:r>
      <w:r>
        <w:rPr>
          <w:rFonts w:ascii="Times New Roman" w:hAnsi="Times New Roman"/>
          <w:sz w:val="28"/>
          <w:szCs w:val="28"/>
        </w:rPr>
        <w:br/>
      </w:r>
      <w:r w:rsidRPr="00307C8B">
        <w:rPr>
          <w:rFonts w:ascii="Times New Roman" w:hAnsi="Times New Roman"/>
          <w:sz w:val="28"/>
          <w:szCs w:val="28"/>
        </w:rPr>
        <w:t>в подпрограмме данной программы.</w:t>
      </w:r>
    </w:p>
    <w:p w:rsidR="00C5364D" w:rsidRPr="00307C8B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В подпрограмме мероприятия сбалансированы по основным мероприятиям, объемам финансовых средств, по годам реализации подпрограмм и источникам финансирования.</w:t>
      </w:r>
    </w:p>
    <w:p w:rsidR="00C5364D" w:rsidRPr="00307C8B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Основные планируемые результаты реализации муниципальной программы и их динамики по годам реализации муниципальной программы приведены в Приложении 1 к настоящей муниципальной программе.</w:t>
      </w:r>
    </w:p>
    <w:p w:rsidR="00C5364D" w:rsidRPr="00307C8B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Методика приведена в Приложении 2 к настоящей муниципальной программе.</w:t>
      </w:r>
    </w:p>
    <w:p w:rsidR="00C5364D" w:rsidRPr="00307C8B" w:rsidRDefault="00C5364D" w:rsidP="00307C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5. Порядок взаимодействия ответственного</w:t>
      </w:r>
      <w:r>
        <w:rPr>
          <w:rFonts w:ascii="Times New Roman" w:hAnsi="Times New Roman"/>
          <w:b/>
          <w:sz w:val="28"/>
          <w:szCs w:val="28"/>
        </w:rPr>
        <w:t xml:space="preserve"> за выполнение</w:t>
      </w:r>
    </w:p>
    <w:p w:rsidR="00C5364D" w:rsidRPr="00307C8B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 xml:space="preserve">мероприятия </w:t>
      </w:r>
      <w:r>
        <w:rPr>
          <w:rFonts w:ascii="Times New Roman" w:hAnsi="Times New Roman"/>
          <w:b/>
          <w:sz w:val="28"/>
          <w:szCs w:val="28"/>
        </w:rPr>
        <w:t xml:space="preserve">с муниципальным заказчиком </w:t>
      </w:r>
      <w:r w:rsidRPr="00307C8B">
        <w:rPr>
          <w:rFonts w:ascii="Times New Roman" w:hAnsi="Times New Roman"/>
          <w:b/>
          <w:sz w:val="28"/>
          <w:szCs w:val="28"/>
        </w:rPr>
        <w:t>подпрограммы</w:t>
      </w:r>
    </w:p>
    <w:p w:rsidR="00C5364D" w:rsidRPr="00307C8B" w:rsidRDefault="00C5364D" w:rsidP="00307C8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 xml:space="preserve">Администрация городского округа Королёв Московской области в лице Управления дорог, благоустройства и экологии Администрации городского округа Королёв Московской области является муниципальным заказчиком муниципальной программы, организует управление реализацией муниципальной программы и осуществляет взаимодействие </w:t>
      </w:r>
      <w:r>
        <w:rPr>
          <w:rFonts w:ascii="Times New Roman" w:hAnsi="Times New Roman"/>
          <w:sz w:val="28"/>
          <w:szCs w:val="28"/>
        </w:rPr>
        <w:br/>
      </w:r>
      <w:r w:rsidRPr="00307C8B">
        <w:rPr>
          <w:rFonts w:ascii="Times New Roman" w:hAnsi="Times New Roman"/>
          <w:sz w:val="28"/>
          <w:szCs w:val="28"/>
        </w:rPr>
        <w:t>с муниципальными заказчиками подпрограмм в составе муниципальной программы, а также с ответственными за выполнение мероприятий подпрограмм лицами, обеспечивая:</w:t>
      </w:r>
    </w:p>
    <w:p w:rsidR="00C5364D" w:rsidRPr="00307C8B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планирование реализации муниципальной программы в рамках целевых ориентиров муниципальной программы на соответствующий финансовый год;</w:t>
      </w:r>
    </w:p>
    <w:p w:rsidR="00C5364D" w:rsidRPr="00307C8B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формирование прогноза объемов средств, необходимых на реализацию мероприятий муниципальной программы.</w:t>
      </w:r>
    </w:p>
    <w:p w:rsidR="00C5364D" w:rsidRPr="00307C8B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мониторинг целевых значений показателей муниципальной программы и показателей мероприятий муниципальной программы;</w:t>
      </w:r>
    </w:p>
    <w:p w:rsidR="00C5364D" w:rsidRPr="00307C8B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осуществление анализа и оценки, фактически достигаемых значений показателей муниципальной программы в ходе ее реализации и по итогам отчетного периода;</w:t>
      </w:r>
    </w:p>
    <w:p w:rsidR="00C5364D" w:rsidRPr="00307C8B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осуществление ежегодной оценки результативности и эффективности мероприятий муниципальной программы и подпрограммы в ее составе, формирует аналитические справки и итоговые доклады о ходе реализации муниципальной программы;</w:t>
      </w:r>
    </w:p>
    <w:p w:rsidR="00C5364D" w:rsidRPr="00307C8B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 xml:space="preserve">контроль реализации мероприятий муниципальной программы в ходе </w:t>
      </w:r>
      <w:r>
        <w:rPr>
          <w:rFonts w:ascii="Times New Roman" w:hAnsi="Times New Roman"/>
          <w:sz w:val="28"/>
          <w:szCs w:val="28"/>
        </w:rPr>
        <w:br/>
      </w:r>
      <w:r w:rsidRPr="00307C8B">
        <w:rPr>
          <w:rFonts w:ascii="Times New Roman" w:hAnsi="Times New Roman"/>
          <w:sz w:val="28"/>
          <w:szCs w:val="28"/>
        </w:rPr>
        <w:t>ее реализации и подпрограммы в ее составе;</w:t>
      </w:r>
    </w:p>
    <w:p w:rsidR="00C5364D" w:rsidRPr="00307C8B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внесение предложений о корректировке параметров муниципальной программы;</w:t>
      </w:r>
    </w:p>
    <w:p w:rsidR="00C5364D" w:rsidRPr="00307C8B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информационное сопровождение реализации муниципальной программы.</w:t>
      </w:r>
    </w:p>
    <w:p w:rsidR="00C5364D" w:rsidRPr="00307C8B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Получателями средств бюджета городского округа являются исполнители мероприятий муниципальной программы и мероприятий подпрограмм в составе муниципальной программы, которые обеспечивают их целевое использование.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5364D" w:rsidRPr="00307C8B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Исполнители мероприятий муниципальной программы и мероприятий подпрограмм готовят и представляют соответственно муниципальному заказчику муниципальной программы и муниципальным заказчикам подпрограмм отчеты о ходе реализации мероприятий и о результатах реализованных мероприятий.</w:t>
      </w:r>
    </w:p>
    <w:p w:rsidR="00C5364D" w:rsidRPr="00307C8B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364D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6. Состав, форма и сроки представлен</w:t>
      </w:r>
      <w:r>
        <w:rPr>
          <w:rFonts w:ascii="Times New Roman" w:hAnsi="Times New Roman"/>
          <w:b/>
          <w:sz w:val="28"/>
          <w:szCs w:val="28"/>
        </w:rPr>
        <w:t>ия отчетности о ходе реализации</w:t>
      </w:r>
    </w:p>
    <w:p w:rsidR="00C5364D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мероприятия ответственными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07C8B">
        <w:rPr>
          <w:rFonts w:ascii="Times New Roman" w:hAnsi="Times New Roman"/>
          <w:b/>
          <w:sz w:val="28"/>
          <w:szCs w:val="28"/>
        </w:rPr>
        <w:t>за выполнение</w:t>
      </w:r>
    </w:p>
    <w:p w:rsidR="00C5364D" w:rsidRPr="00307C8B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C5364D" w:rsidRPr="00307C8B" w:rsidRDefault="00C5364D" w:rsidP="00307C8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 xml:space="preserve">С целью контроля за реализацией муниципальной программы муниципальный заказчик программы (подпрограммы), формирует </w:t>
      </w:r>
      <w:r>
        <w:rPr>
          <w:rFonts w:ascii="Times New Roman" w:hAnsi="Times New Roman"/>
          <w:sz w:val="28"/>
          <w:szCs w:val="28"/>
        </w:rPr>
        <w:br/>
      </w:r>
      <w:r w:rsidRPr="00307C8B">
        <w:rPr>
          <w:rFonts w:ascii="Times New Roman" w:hAnsi="Times New Roman"/>
          <w:sz w:val="28"/>
          <w:szCs w:val="28"/>
        </w:rPr>
        <w:t>в подсистеме ГАСУ МО отчеты о реализации мероприятий муниципальной программы (подпрограммы) по</w:t>
      </w:r>
      <w:r>
        <w:rPr>
          <w:rFonts w:ascii="Times New Roman" w:hAnsi="Times New Roman"/>
          <w:sz w:val="28"/>
          <w:szCs w:val="28"/>
        </w:rPr>
        <w:t xml:space="preserve"> формам, определенным Порядком:</w:t>
      </w:r>
    </w:p>
    <w:p w:rsidR="00C5364D" w:rsidRPr="00307C8B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 xml:space="preserve">оперативный отчет ежеквартально – до 15 числа месяца, следующего </w:t>
      </w:r>
      <w:r>
        <w:rPr>
          <w:rFonts w:ascii="Times New Roman" w:hAnsi="Times New Roman"/>
          <w:sz w:val="28"/>
          <w:szCs w:val="28"/>
        </w:rPr>
        <w:br/>
      </w:r>
      <w:r w:rsidRPr="00307C8B">
        <w:rPr>
          <w:rFonts w:ascii="Times New Roman" w:hAnsi="Times New Roman"/>
          <w:sz w:val="28"/>
          <w:szCs w:val="28"/>
        </w:rPr>
        <w:t>за отчетным кварталом;</w:t>
      </w:r>
    </w:p>
    <w:p w:rsidR="00C5364D" w:rsidRPr="00307C8B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годовой отчет – до 1 марта года, следующего за отчетным годом.</w:t>
      </w:r>
    </w:p>
    <w:p w:rsidR="00C5364D" w:rsidRPr="00307C8B" w:rsidRDefault="00C5364D" w:rsidP="00307C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Отчёты формируются по форме в соответствии с Порядком.</w:t>
      </w:r>
    </w:p>
    <w:p w:rsidR="00C5364D" w:rsidRPr="00307C8B" w:rsidRDefault="00C5364D" w:rsidP="00307C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5364D" w:rsidRDefault="00C5364D" w:rsidP="00307C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>_____</w:t>
      </w:r>
    </w:p>
    <w:p w:rsidR="00C5364D" w:rsidRPr="00307C8B" w:rsidRDefault="00C5364D" w:rsidP="00307C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rPr>
          <w:rFonts w:ascii="Times New Roman" w:hAnsi="Times New Roman"/>
          <w:sz w:val="28"/>
          <w:szCs w:val="28"/>
        </w:rPr>
        <w:sectPr w:rsidR="00C5364D" w:rsidRPr="00307C8B" w:rsidSect="00307C8B">
          <w:pgSz w:w="11906" w:h="16838"/>
          <w:pgMar w:top="1134" w:right="709" w:bottom="1134" w:left="1701" w:header="709" w:footer="709" w:gutter="0"/>
          <w:cols w:space="708"/>
          <w:docGrid w:linePitch="360"/>
        </w:sectPr>
      </w:pPr>
    </w:p>
    <w:p w:rsidR="00C5364D" w:rsidRPr="00307C8B" w:rsidRDefault="00C5364D" w:rsidP="00DE5A3C">
      <w:pPr>
        <w:spacing w:after="0" w:line="240" w:lineRule="auto"/>
        <w:ind w:left="963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</w:p>
    <w:p w:rsidR="00C5364D" w:rsidRDefault="00C5364D" w:rsidP="00DE5A3C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C5364D" w:rsidRDefault="00C5364D" w:rsidP="00DE5A3C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городского округа</w:t>
      </w:r>
      <w:r>
        <w:rPr>
          <w:rFonts w:ascii="Times New Roman" w:hAnsi="Times New Roman"/>
          <w:sz w:val="28"/>
          <w:szCs w:val="28"/>
        </w:rPr>
        <w:t xml:space="preserve"> Королёв Московской</w:t>
      </w:r>
    </w:p>
    <w:p w:rsidR="00C5364D" w:rsidRDefault="00C5364D" w:rsidP="00DE5A3C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области «Экология и окружающая сред</w:t>
      </w:r>
      <w:r>
        <w:rPr>
          <w:rFonts w:ascii="Times New Roman" w:hAnsi="Times New Roman"/>
          <w:sz w:val="28"/>
          <w:szCs w:val="28"/>
        </w:rPr>
        <w:t>а</w:t>
      </w:r>
    </w:p>
    <w:p w:rsidR="00C5364D" w:rsidRDefault="00C5364D" w:rsidP="00DE5A3C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городского округа Королёв»</w:t>
      </w:r>
      <w:r>
        <w:rPr>
          <w:rFonts w:ascii="Times New Roman" w:hAnsi="Times New Roman"/>
          <w:sz w:val="28"/>
          <w:szCs w:val="28"/>
        </w:rPr>
        <w:t xml:space="preserve"> на срок</w:t>
      </w:r>
    </w:p>
    <w:p w:rsidR="00C5364D" w:rsidRPr="00307C8B" w:rsidRDefault="00C5364D" w:rsidP="00DE5A3C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2017-2021 годы</w:t>
      </w:r>
    </w:p>
    <w:p w:rsidR="00C5364D" w:rsidRPr="00307C8B" w:rsidRDefault="00C5364D" w:rsidP="00307C8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5364D" w:rsidRPr="00307C8B" w:rsidRDefault="00C5364D" w:rsidP="00DE5A3C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Пл</w:t>
      </w:r>
      <w:r>
        <w:rPr>
          <w:rFonts w:ascii="Times New Roman" w:hAnsi="Times New Roman"/>
          <w:b/>
          <w:sz w:val="28"/>
          <w:szCs w:val="28"/>
        </w:rPr>
        <w:t>анируемые результаты реализации</w:t>
      </w:r>
    </w:p>
    <w:p w:rsidR="00C5364D" w:rsidRPr="00307C8B" w:rsidRDefault="00C5364D" w:rsidP="00DE5A3C">
      <w:pPr>
        <w:tabs>
          <w:tab w:val="left" w:pos="795"/>
          <w:tab w:val="center" w:pos="72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муниципальной программы городского округа Королёв Московской области</w:t>
      </w:r>
    </w:p>
    <w:p w:rsidR="00C5364D" w:rsidRPr="00307C8B" w:rsidRDefault="00C5364D" w:rsidP="00DE5A3C">
      <w:pPr>
        <w:tabs>
          <w:tab w:val="left" w:pos="795"/>
          <w:tab w:val="center" w:pos="72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«Экология и окружающая среда городского округа Королёв»</w:t>
      </w:r>
    </w:p>
    <w:p w:rsidR="00C5364D" w:rsidRPr="00DE5A3C" w:rsidRDefault="00C5364D" w:rsidP="00307C8B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3827"/>
        <w:gridCol w:w="851"/>
        <w:gridCol w:w="1417"/>
        <w:gridCol w:w="1276"/>
        <w:gridCol w:w="992"/>
        <w:gridCol w:w="993"/>
        <w:gridCol w:w="850"/>
        <w:gridCol w:w="764"/>
        <w:gridCol w:w="1079"/>
        <w:gridCol w:w="1843"/>
      </w:tblGrid>
      <w:tr w:rsidR="00C5364D" w:rsidRPr="00DE5A3C" w:rsidTr="00D405E6">
        <w:tc>
          <w:tcPr>
            <w:tcW w:w="709" w:type="dxa"/>
            <w:vMerge w:val="restart"/>
          </w:tcPr>
          <w:p w:rsidR="00C5364D" w:rsidRPr="00D405E6" w:rsidRDefault="00C5364D" w:rsidP="00D405E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827" w:type="dxa"/>
            <w:vMerge w:val="restart"/>
          </w:tcPr>
          <w:p w:rsidR="00C5364D" w:rsidRPr="00D405E6" w:rsidRDefault="00C5364D" w:rsidP="00D405E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Планируемые результаты реализации муниципальной программы</w:t>
            </w:r>
          </w:p>
        </w:tc>
        <w:tc>
          <w:tcPr>
            <w:tcW w:w="851" w:type="dxa"/>
            <w:vMerge w:val="restart"/>
          </w:tcPr>
          <w:p w:rsidR="00C5364D" w:rsidRPr="00D405E6" w:rsidRDefault="00C5364D" w:rsidP="00D405E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Тип показателя</w:t>
            </w:r>
          </w:p>
        </w:tc>
        <w:tc>
          <w:tcPr>
            <w:tcW w:w="1417" w:type="dxa"/>
            <w:vMerge w:val="restart"/>
          </w:tcPr>
          <w:p w:rsidR="00C5364D" w:rsidRPr="00D405E6" w:rsidRDefault="00C5364D" w:rsidP="00D405E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  <w:vMerge w:val="restart"/>
          </w:tcPr>
          <w:p w:rsidR="00C5364D" w:rsidRPr="00D405E6" w:rsidRDefault="00C5364D" w:rsidP="00D405E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Базовое значение на начало реализации подпрограммы</w:t>
            </w:r>
          </w:p>
        </w:tc>
        <w:tc>
          <w:tcPr>
            <w:tcW w:w="4678" w:type="dxa"/>
            <w:gridSpan w:val="5"/>
          </w:tcPr>
          <w:p w:rsidR="00C5364D" w:rsidRPr="00D405E6" w:rsidRDefault="00C5364D" w:rsidP="00D405E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Планируемое значение по годам реализации</w:t>
            </w:r>
          </w:p>
        </w:tc>
        <w:tc>
          <w:tcPr>
            <w:tcW w:w="1843" w:type="dxa"/>
            <w:vMerge w:val="restart"/>
          </w:tcPr>
          <w:p w:rsidR="00C5364D" w:rsidRPr="00D405E6" w:rsidRDefault="00C5364D" w:rsidP="00D405E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№ основного мероприятия в перечне мероприятий подпрограммы</w:t>
            </w:r>
          </w:p>
        </w:tc>
      </w:tr>
      <w:tr w:rsidR="00C5364D" w:rsidRPr="00DE5A3C" w:rsidTr="00D405E6">
        <w:tc>
          <w:tcPr>
            <w:tcW w:w="709" w:type="dxa"/>
            <w:vMerge/>
          </w:tcPr>
          <w:p w:rsidR="00C5364D" w:rsidRPr="00D405E6" w:rsidRDefault="00C5364D" w:rsidP="00D405E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C5364D" w:rsidRPr="00D405E6" w:rsidRDefault="00C5364D" w:rsidP="00D405E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5364D" w:rsidRPr="00D405E6" w:rsidRDefault="00C5364D" w:rsidP="00D405E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5364D" w:rsidRPr="00D405E6" w:rsidRDefault="00C5364D" w:rsidP="00D405E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5364D" w:rsidRPr="00D405E6" w:rsidRDefault="00C5364D" w:rsidP="00D405E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2017г.</w:t>
            </w:r>
          </w:p>
        </w:tc>
        <w:tc>
          <w:tcPr>
            <w:tcW w:w="993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2018г.</w:t>
            </w:r>
          </w:p>
        </w:tc>
        <w:tc>
          <w:tcPr>
            <w:tcW w:w="850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2019г.</w:t>
            </w:r>
          </w:p>
        </w:tc>
        <w:tc>
          <w:tcPr>
            <w:tcW w:w="764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079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2021г.</w:t>
            </w:r>
          </w:p>
        </w:tc>
        <w:tc>
          <w:tcPr>
            <w:tcW w:w="1843" w:type="dxa"/>
            <w:vMerge/>
          </w:tcPr>
          <w:p w:rsidR="00C5364D" w:rsidRPr="00D405E6" w:rsidRDefault="00C5364D" w:rsidP="00D405E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5364D" w:rsidRPr="00DE5A3C" w:rsidRDefault="00C5364D" w:rsidP="00DE5A3C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3827"/>
        <w:gridCol w:w="851"/>
        <w:gridCol w:w="1417"/>
        <w:gridCol w:w="1276"/>
        <w:gridCol w:w="992"/>
        <w:gridCol w:w="993"/>
        <w:gridCol w:w="850"/>
        <w:gridCol w:w="764"/>
        <w:gridCol w:w="1079"/>
        <w:gridCol w:w="1843"/>
      </w:tblGrid>
      <w:tr w:rsidR="00C5364D" w:rsidRPr="00DE5A3C" w:rsidTr="00D405E6">
        <w:trPr>
          <w:tblHeader/>
        </w:trPr>
        <w:tc>
          <w:tcPr>
            <w:tcW w:w="709" w:type="dxa"/>
          </w:tcPr>
          <w:p w:rsidR="00C5364D" w:rsidRPr="00D405E6" w:rsidRDefault="00C5364D" w:rsidP="00D405E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C5364D" w:rsidRPr="00D405E6" w:rsidRDefault="00C5364D" w:rsidP="00D405E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C5364D" w:rsidRPr="00D405E6" w:rsidRDefault="00C5364D" w:rsidP="00D405E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C5364D" w:rsidRPr="00D405E6" w:rsidRDefault="00C5364D" w:rsidP="00D405E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C5364D" w:rsidRPr="00D405E6" w:rsidRDefault="00C5364D" w:rsidP="00D405E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C5364D" w:rsidRPr="00D405E6" w:rsidRDefault="00C5364D" w:rsidP="00D405E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C5364D" w:rsidRPr="00D405E6" w:rsidRDefault="00C5364D" w:rsidP="00D405E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C5364D" w:rsidRPr="00D405E6" w:rsidRDefault="00C5364D" w:rsidP="00D405E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4" w:type="dxa"/>
          </w:tcPr>
          <w:p w:rsidR="00C5364D" w:rsidRPr="00D405E6" w:rsidRDefault="00C5364D" w:rsidP="00D405E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9" w:type="dxa"/>
          </w:tcPr>
          <w:p w:rsidR="00C5364D" w:rsidRPr="00D405E6" w:rsidRDefault="00C5364D" w:rsidP="00D405E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C5364D" w:rsidRPr="00D405E6" w:rsidRDefault="00C5364D" w:rsidP="00D405E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C5364D" w:rsidRPr="00DE5A3C" w:rsidTr="00D405E6">
        <w:tc>
          <w:tcPr>
            <w:tcW w:w="709" w:type="dxa"/>
          </w:tcPr>
          <w:p w:rsidR="00C5364D" w:rsidRPr="00D405E6" w:rsidRDefault="00C5364D" w:rsidP="00D405E6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49" w:type="dxa"/>
            <w:gridSpan w:val="9"/>
          </w:tcPr>
          <w:p w:rsidR="00C5364D" w:rsidRPr="00D405E6" w:rsidRDefault="00C5364D" w:rsidP="00D405E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Подпрограмма 1 «Охрана окружающей среды, сохранение особо охраняемых природных территорий»</w:t>
            </w:r>
          </w:p>
        </w:tc>
        <w:tc>
          <w:tcPr>
            <w:tcW w:w="1843" w:type="dxa"/>
          </w:tcPr>
          <w:p w:rsidR="00C5364D" w:rsidRPr="00D405E6" w:rsidRDefault="00C5364D" w:rsidP="00D405E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5364D" w:rsidRPr="00DE5A3C" w:rsidTr="00D405E6">
        <w:tc>
          <w:tcPr>
            <w:tcW w:w="709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827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Целевой показатель 1. Количество забора пробы воды и проведение анализов качества воды источников децентрализованного водоснабжения</w:t>
            </w:r>
          </w:p>
        </w:tc>
        <w:tc>
          <w:tcPr>
            <w:tcW w:w="851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1417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50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64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79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43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364D" w:rsidRPr="00DE5A3C" w:rsidTr="00D405E6">
        <w:tc>
          <w:tcPr>
            <w:tcW w:w="709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827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Целевой показатель 2. Посадка зелёных насаждений</w:t>
            </w:r>
          </w:p>
        </w:tc>
        <w:tc>
          <w:tcPr>
            <w:tcW w:w="851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1417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993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850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764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1079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1843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364D" w:rsidRPr="00DE5A3C" w:rsidTr="00D405E6">
        <w:tc>
          <w:tcPr>
            <w:tcW w:w="709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827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 xml:space="preserve">Целевой показатель 3. </w:t>
            </w:r>
            <w:r w:rsidRPr="00D405E6">
              <w:rPr>
                <w:rFonts w:ascii="Times New Roman" w:hAnsi="Times New Roman"/>
                <w:color w:val="000000"/>
                <w:sz w:val="24"/>
                <w:szCs w:val="24"/>
              </w:rPr>
              <w:t>Акарицидная (противоклещевая ) обработка зелёных массивов (городских лесов) городского округа</w:t>
            </w:r>
          </w:p>
        </w:tc>
        <w:tc>
          <w:tcPr>
            <w:tcW w:w="851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1417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276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4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9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364D" w:rsidRPr="00DE5A3C" w:rsidTr="00D405E6">
        <w:tc>
          <w:tcPr>
            <w:tcW w:w="709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827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Целевой показатель 4. Количество мероприятий по экологическому перевоспитанию и просвещению населения</w:t>
            </w:r>
          </w:p>
        </w:tc>
        <w:tc>
          <w:tcPr>
            <w:tcW w:w="851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1417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5E6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5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3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5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0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64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79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364D" w:rsidRPr="00DE5A3C" w:rsidTr="00D405E6">
        <w:tc>
          <w:tcPr>
            <w:tcW w:w="709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827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Целевой показатель 5. Количество населения, принявшего участие в экологических мероприятиях</w:t>
            </w:r>
          </w:p>
        </w:tc>
        <w:tc>
          <w:tcPr>
            <w:tcW w:w="851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1417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5E6">
              <w:rPr>
                <w:rFonts w:ascii="Times New Roman" w:hAnsi="Times New Roman"/>
                <w:sz w:val="24"/>
                <w:szCs w:val="24"/>
                <w:lang w:eastAsia="ru-RU"/>
              </w:rPr>
              <w:t>50000</w:t>
            </w:r>
          </w:p>
        </w:tc>
        <w:tc>
          <w:tcPr>
            <w:tcW w:w="992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5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52000</w:t>
            </w:r>
          </w:p>
        </w:tc>
        <w:tc>
          <w:tcPr>
            <w:tcW w:w="993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5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54000</w:t>
            </w:r>
          </w:p>
        </w:tc>
        <w:tc>
          <w:tcPr>
            <w:tcW w:w="850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56000</w:t>
            </w:r>
          </w:p>
        </w:tc>
        <w:tc>
          <w:tcPr>
            <w:tcW w:w="764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58000</w:t>
            </w:r>
          </w:p>
        </w:tc>
        <w:tc>
          <w:tcPr>
            <w:tcW w:w="1079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60000</w:t>
            </w:r>
          </w:p>
        </w:tc>
        <w:tc>
          <w:tcPr>
            <w:tcW w:w="1843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364D" w:rsidRPr="00DE5A3C" w:rsidTr="00D405E6">
        <w:tc>
          <w:tcPr>
            <w:tcW w:w="709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827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Целевой показатель 6. Лесоустройство городских лесов («Комитетский лес», мкр. Юбилейный. Проводится один раз в пять лет)</w:t>
            </w:r>
          </w:p>
        </w:tc>
        <w:tc>
          <w:tcPr>
            <w:tcW w:w="851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1417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276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5E6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5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21,744</w:t>
            </w:r>
          </w:p>
        </w:tc>
        <w:tc>
          <w:tcPr>
            <w:tcW w:w="850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64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364D" w:rsidRPr="00DE5A3C" w:rsidTr="00D405E6">
        <w:tc>
          <w:tcPr>
            <w:tcW w:w="709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827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Целевой показатель 7. Очистка водоёмов/технических прудов</w:t>
            </w:r>
          </w:p>
        </w:tc>
        <w:tc>
          <w:tcPr>
            <w:tcW w:w="851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1417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5E6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5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5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4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5364D" w:rsidRPr="00D405E6" w:rsidRDefault="00C5364D" w:rsidP="00D405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C5364D" w:rsidRPr="00307C8B" w:rsidRDefault="00C5364D" w:rsidP="00307C8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364D" w:rsidRPr="00307C8B" w:rsidRDefault="00C5364D" w:rsidP="00DE5A3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>___</w:t>
      </w:r>
    </w:p>
    <w:p w:rsidR="00C5364D" w:rsidRPr="00307C8B" w:rsidRDefault="00C5364D" w:rsidP="00307C8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364D" w:rsidRDefault="00C5364D" w:rsidP="00DE5A3C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Приложение 2</w:t>
      </w:r>
    </w:p>
    <w:p w:rsidR="00C5364D" w:rsidRDefault="00C5364D" w:rsidP="00DE5A3C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к муниципальной программе</w:t>
      </w:r>
      <w:r>
        <w:rPr>
          <w:rFonts w:ascii="Times New Roman" w:hAnsi="Times New Roman"/>
          <w:sz w:val="28"/>
          <w:szCs w:val="28"/>
        </w:rPr>
        <w:t xml:space="preserve"> городского</w:t>
      </w:r>
    </w:p>
    <w:p w:rsidR="00C5364D" w:rsidRDefault="00C5364D" w:rsidP="00DE5A3C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 xml:space="preserve"> Королёв Московской области</w:t>
      </w:r>
    </w:p>
    <w:p w:rsidR="00C5364D" w:rsidRDefault="00C5364D" w:rsidP="00DE5A3C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«Экология и окружающая среда</w:t>
      </w:r>
    </w:p>
    <w:p w:rsidR="00C5364D" w:rsidRDefault="00C5364D" w:rsidP="00DE5A3C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городского округа Королёв»</w:t>
      </w:r>
      <w:r>
        <w:rPr>
          <w:rFonts w:ascii="Times New Roman" w:hAnsi="Times New Roman"/>
          <w:sz w:val="28"/>
          <w:szCs w:val="28"/>
        </w:rPr>
        <w:t xml:space="preserve"> на срок</w:t>
      </w:r>
    </w:p>
    <w:p w:rsidR="00C5364D" w:rsidRPr="00307C8B" w:rsidRDefault="00C5364D" w:rsidP="00DE5A3C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2017-2021 годы</w:t>
      </w:r>
    </w:p>
    <w:p w:rsidR="00C5364D" w:rsidRPr="00307C8B" w:rsidRDefault="00C5364D" w:rsidP="00DE5A3C">
      <w:pPr>
        <w:spacing w:after="0" w:line="240" w:lineRule="auto"/>
        <w:ind w:left="9639" w:firstLine="1134"/>
        <w:rPr>
          <w:rFonts w:ascii="Times New Roman" w:hAnsi="Times New Roman"/>
          <w:sz w:val="28"/>
          <w:szCs w:val="28"/>
        </w:rPr>
      </w:pPr>
    </w:p>
    <w:p w:rsidR="00C5364D" w:rsidRPr="00307C8B" w:rsidRDefault="00C5364D" w:rsidP="00DE5A3C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Методика расчета значений показателей эффективности реализации</w:t>
      </w:r>
    </w:p>
    <w:p w:rsidR="00C5364D" w:rsidRPr="00307C8B" w:rsidRDefault="00C5364D" w:rsidP="00DE5A3C">
      <w:pPr>
        <w:tabs>
          <w:tab w:val="left" w:pos="795"/>
          <w:tab w:val="center" w:pos="72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муниципальной программы городского округа Королёв Московской области</w:t>
      </w:r>
    </w:p>
    <w:p w:rsidR="00C5364D" w:rsidRDefault="00C5364D" w:rsidP="00DE5A3C">
      <w:pPr>
        <w:tabs>
          <w:tab w:val="left" w:pos="795"/>
          <w:tab w:val="center" w:pos="72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«Экология и окружающая среда городского округа Королёв» на срок 2017 - 2021 годы</w:t>
      </w:r>
    </w:p>
    <w:p w:rsidR="00C5364D" w:rsidRPr="00307C8B" w:rsidRDefault="00C5364D" w:rsidP="007C7858">
      <w:pPr>
        <w:tabs>
          <w:tab w:val="left" w:pos="795"/>
          <w:tab w:val="center" w:pos="7285"/>
        </w:tabs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4113"/>
        <w:gridCol w:w="1416"/>
        <w:gridCol w:w="2656"/>
        <w:gridCol w:w="5849"/>
      </w:tblGrid>
      <w:tr w:rsidR="00C5364D" w:rsidRPr="007C7858" w:rsidTr="007C7858">
        <w:tc>
          <w:tcPr>
            <w:tcW w:w="567" w:type="dxa"/>
          </w:tcPr>
          <w:p w:rsidR="00C5364D" w:rsidRPr="007C7858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113" w:type="dxa"/>
          </w:tcPr>
          <w:p w:rsidR="00C5364D" w:rsidRPr="007C7858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6" w:type="dxa"/>
          </w:tcPr>
          <w:p w:rsidR="00C5364D" w:rsidRPr="007C7858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656" w:type="dxa"/>
          </w:tcPr>
          <w:p w:rsidR="00C5364D" w:rsidRPr="007C7858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sz w:val="24"/>
                <w:szCs w:val="24"/>
              </w:rPr>
              <w:t>Источник данных</w:t>
            </w:r>
          </w:p>
        </w:tc>
        <w:tc>
          <w:tcPr>
            <w:tcW w:w="5849" w:type="dxa"/>
          </w:tcPr>
          <w:p w:rsidR="00C5364D" w:rsidRPr="007C7858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sz w:val="24"/>
                <w:szCs w:val="24"/>
              </w:rPr>
              <w:t>Порядок расчёта</w:t>
            </w:r>
          </w:p>
        </w:tc>
      </w:tr>
    </w:tbl>
    <w:p w:rsidR="00C5364D" w:rsidRPr="007C7858" w:rsidRDefault="00C5364D" w:rsidP="007C7858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4113"/>
        <w:gridCol w:w="1416"/>
        <w:gridCol w:w="2656"/>
        <w:gridCol w:w="5849"/>
      </w:tblGrid>
      <w:tr w:rsidR="00C5364D" w:rsidRPr="007C7858" w:rsidTr="007C7858">
        <w:trPr>
          <w:tblHeader/>
        </w:trPr>
        <w:tc>
          <w:tcPr>
            <w:tcW w:w="567" w:type="dxa"/>
          </w:tcPr>
          <w:p w:rsidR="00C5364D" w:rsidRPr="007C7858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3" w:type="dxa"/>
          </w:tcPr>
          <w:p w:rsidR="00C5364D" w:rsidRPr="007C7858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</w:tcPr>
          <w:p w:rsidR="00C5364D" w:rsidRPr="007C7858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56" w:type="dxa"/>
          </w:tcPr>
          <w:p w:rsidR="00C5364D" w:rsidRPr="007C7858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49" w:type="dxa"/>
          </w:tcPr>
          <w:p w:rsidR="00C5364D" w:rsidRPr="007C7858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5364D" w:rsidRPr="007C7858" w:rsidTr="007C7858">
        <w:tc>
          <w:tcPr>
            <w:tcW w:w="14601" w:type="dxa"/>
            <w:gridSpan w:val="5"/>
          </w:tcPr>
          <w:p w:rsidR="00C5364D" w:rsidRPr="007C7858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sz w:val="24"/>
                <w:szCs w:val="24"/>
              </w:rPr>
              <w:t>Подпрограмма «Охрана окружающей среды, сохранение особо охраняемых природных территорий»</w:t>
            </w:r>
          </w:p>
        </w:tc>
      </w:tr>
      <w:tr w:rsidR="00C5364D" w:rsidRPr="007C7858" w:rsidTr="007C7858">
        <w:tc>
          <w:tcPr>
            <w:tcW w:w="567" w:type="dxa"/>
          </w:tcPr>
          <w:p w:rsidR="00C5364D" w:rsidRPr="007C7858" w:rsidRDefault="00C5364D" w:rsidP="00307C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3" w:type="dxa"/>
          </w:tcPr>
          <w:p w:rsidR="00C5364D" w:rsidRPr="007C7858" w:rsidRDefault="00C5364D" w:rsidP="00307C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sz w:val="24"/>
                <w:szCs w:val="24"/>
              </w:rPr>
              <w:t>Количество забора проб воды и проведённых анализов качества воды источников децентрализованного водоснабжения</w:t>
            </w:r>
          </w:p>
        </w:tc>
        <w:tc>
          <w:tcPr>
            <w:tcW w:w="1416" w:type="dxa"/>
          </w:tcPr>
          <w:p w:rsidR="00C5364D" w:rsidRPr="007C7858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656" w:type="dxa"/>
          </w:tcPr>
          <w:p w:rsidR="00C5364D" w:rsidRPr="007C7858" w:rsidRDefault="00C5364D" w:rsidP="00307C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sz w:val="24"/>
                <w:szCs w:val="24"/>
              </w:rPr>
              <w:t>Отчетные данные Администрации городского округа Королёв</w:t>
            </w:r>
          </w:p>
        </w:tc>
        <w:tc>
          <w:tcPr>
            <w:tcW w:w="5849" w:type="dxa"/>
          </w:tcPr>
          <w:p w:rsidR="00C5364D" w:rsidRPr="007C7858" w:rsidRDefault="00C5364D" w:rsidP="00307C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sz w:val="24"/>
                <w:szCs w:val="24"/>
              </w:rPr>
              <w:t>Данный показатель определяется по результатам определения мест забора воды и проведённых анализов качества воды источников децентрализованного водоснабжения</w:t>
            </w:r>
          </w:p>
        </w:tc>
      </w:tr>
      <w:tr w:rsidR="00C5364D" w:rsidRPr="007C7858" w:rsidTr="007C7858">
        <w:tc>
          <w:tcPr>
            <w:tcW w:w="567" w:type="dxa"/>
          </w:tcPr>
          <w:p w:rsidR="00C5364D" w:rsidRPr="007C7858" w:rsidRDefault="00C5364D" w:rsidP="00307C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3" w:type="dxa"/>
          </w:tcPr>
          <w:p w:rsidR="00C5364D" w:rsidRPr="007C7858" w:rsidRDefault="00C5364D" w:rsidP="00307C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sz w:val="24"/>
                <w:szCs w:val="24"/>
              </w:rPr>
              <w:t>Посадка зелёных насаждений</w:t>
            </w:r>
          </w:p>
        </w:tc>
        <w:tc>
          <w:tcPr>
            <w:tcW w:w="1416" w:type="dxa"/>
          </w:tcPr>
          <w:p w:rsidR="00C5364D" w:rsidRPr="007C7858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656" w:type="dxa"/>
          </w:tcPr>
          <w:p w:rsidR="00C5364D" w:rsidRPr="007C7858" w:rsidRDefault="00C5364D" w:rsidP="00307C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sz w:val="24"/>
                <w:szCs w:val="24"/>
              </w:rPr>
              <w:t>Отчетные данные Администрации городского округа Королёв</w:t>
            </w:r>
          </w:p>
        </w:tc>
        <w:tc>
          <w:tcPr>
            <w:tcW w:w="5849" w:type="dxa"/>
          </w:tcPr>
          <w:p w:rsidR="00C5364D" w:rsidRPr="007C7858" w:rsidRDefault="00C5364D" w:rsidP="00307C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sz w:val="24"/>
                <w:szCs w:val="24"/>
              </w:rPr>
              <w:t>Данный показатель определяется по результатам проведенного мониторинга по восстановлению зелёных насаждений городского округа взамен уничтоженных сухостойных и аварийных</w:t>
            </w:r>
          </w:p>
        </w:tc>
      </w:tr>
      <w:tr w:rsidR="00C5364D" w:rsidRPr="007C7858" w:rsidTr="007C7858">
        <w:tc>
          <w:tcPr>
            <w:tcW w:w="567" w:type="dxa"/>
          </w:tcPr>
          <w:p w:rsidR="00C5364D" w:rsidRPr="007C7858" w:rsidRDefault="00C5364D" w:rsidP="00307C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3" w:type="dxa"/>
          </w:tcPr>
          <w:p w:rsidR="00C5364D" w:rsidRPr="007C7858" w:rsidRDefault="00C5364D" w:rsidP="00307C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sz w:val="24"/>
                <w:szCs w:val="24"/>
              </w:rPr>
              <w:t xml:space="preserve">Акарицидная (противоклещевая) обработка </w:t>
            </w:r>
            <w:r w:rsidRPr="007C7858">
              <w:rPr>
                <w:rFonts w:ascii="Times New Roman" w:hAnsi="Times New Roman"/>
                <w:color w:val="000000"/>
                <w:sz w:val="24"/>
                <w:szCs w:val="24"/>
              </w:rPr>
              <w:t>зелёных массивов (городских лесов) городского округа</w:t>
            </w:r>
          </w:p>
        </w:tc>
        <w:tc>
          <w:tcPr>
            <w:tcW w:w="1416" w:type="dxa"/>
          </w:tcPr>
          <w:p w:rsidR="00C5364D" w:rsidRPr="007C7858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2656" w:type="dxa"/>
          </w:tcPr>
          <w:p w:rsidR="00C5364D" w:rsidRPr="007C7858" w:rsidRDefault="00C5364D" w:rsidP="00307C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sz w:val="24"/>
                <w:szCs w:val="24"/>
              </w:rPr>
              <w:t>Отчетные данные Администрации городского округа Королёв</w:t>
            </w:r>
          </w:p>
        </w:tc>
        <w:tc>
          <w:tcPr>
            <w:tcW w:w="5849" w:type="dxa"/>
          </w:tcPr>
          <w:p w:rsidR="00C5364D" w:rsidRPr="007C7858" w:rsidRDefault="00C5364D" w:rsidP="00307C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sz w:val="24"/>
                <w:szCs w:val="24"/>
              </w:rPr>
              <w:t>Данный показатель определяется из фактической площади зелёных насаждений городского округа, которую необходимо подвергнуть акарицидной (противоклещевой) обработке</w:t>
            </w:r>
          </w:p>
        </w:tc>
      </w:tr>
      <w:tr w:rsidR="00C5364D" w:rsidRPr="007C7858" w:rsidTr="007C7858">
        <w:tc>
          <w:tcPr>
            <w:tcW w:w="567" w:type="dxa"/>
          </w:tcPr>
          <w:p w:rsidR="00C5364D" w:rsidRPr="007C7858" w:rsidRDefault="00C5364D" w:rsidP="00307C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3" w:type="dxa"/>
          </w:tcPr>
          <w:p w:rsidR="00C5364D" w:rsidRPr="007C7858" w:rsidRDefault="00C5364D" w:rsidP="00307C8B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мероприятий по экологическому перевоспитанию и просвещению населения </w:t>
            </w:r>
          </w:p>
        </w:tc>
        <w:tc>
          <w:tcPr>
            <w:tcW w:w="1416" w:type="dxa"/>
          </w:tcPr>
          <w:p w:rsidR="00C5364D" w:rsidRPr="007C7858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656" w:type="dxa"/>
          </w:tcPr>
          <w:p w:rsidR="00C5364D" w:rsidRPr="007C7858" w:rsidRDefault="00C5364D" w:rsidP="007C78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sz w:val="24"/>
                <w:szCs w:val="24"/>
              </w:rPr>
              <w:t>Отчетные данные Администрации городского округа Королёв</w:t>
            </w:r>
          </w:p>
        </w:tc>
        <w:tc>
          <w:tcPr>
            <w:tcW w:w="5849" w:type="dxa"/>
          </w:tcPr>
          <w:p w:rsidR="00C5364D" w:rsidRPr="007C7858" w:rsidRDefault="00C5364D" w:rsidP="00307C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sz w:val="24"/>
                <w:szCs w:val="24"/>
              </w:rPr>
              <w:t>Данный показатель определяется по результатам проведенного мониторинга по экологическому перевоспитанию</w:t>
            </w:r>
          </w:p>
        </w:tc>
      </w:tr>
      <w:tr w:rsidR="00C5364D" w:rsidRPr="007C7858" w:rsidTr="007C7858">
        <w:tc>
          <w:tcPr>
            <w:tcW w:w="567" w:type="dxa"/>
          </w:tcPr>
          <w:p w:rsidR="00C5364D" w:rsidRPr="007C7858" w:rsidRDefault="00C5364D" w:rsidP="00307C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3" w:type="dxa"/>
          </w:tcPr>
          <w:p w:rsidR="00C5364D" w:rsidRPr="007C7858" w:rsidRDefault="00C5364D" w:rsidP="00307C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sz w:val="24"/>
                <w:szCs w:val="24"/>
              </w:rPr>
              <w:t>Количество населения, принявшего участие в экологических мероприятиях</w:t>
            </w:r>
          </w:p>
        </w:tc>
        <w:tc>
          <w:tcPr>
            <w:tcW w:w="1416" w:type="dxa"/>
          </w:tcPr>
          <w:p w:rsidR="00C5364D" w:rsidRPr="007C7858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656" w:type="dxa"/>
          </w:tcPr>
          <w:p w:rsidR="00C5364D" w:rsidRPr="007C7858" w:rsidRDefault="00C5364D" w:rsidP="00307C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sz w:val="24"/>
                <w:szCs w:val="24"/>
              </w:rPr>
              <w:t>Отчетные данные Администрации городского округа Королёв</w:t>
            </w:r>
          </w:p>
        </w:tc>
        <w:tc>
          <w:tcPr>
            <w:tcW w:w="5849" w:type="dxa"/>
          </w:tcPr>
          <w:p w:rsidR="00C5364D" w:rsidRPr="007C7858" w:rsidRDefault="00C5364D" w:rsidP="00307C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sz w:val="24"/>
                <w:szCs w:val="24"/>
              </w:rPr>
              <w:t>Данный показатель определяется по результатам проведенных мероприятий по участию населения в экологических мероприятиях</w:t>
            </w:r>
          </w:p>
        </w:tc>
      </w:tr>
      <w:tr w:rsidR="00C5364D" w:rsidRPr="007C7858" w:rsidTr="007C7858">
        <w:tc>
          <w:tcPr>
            <w:tcW w:w="567" w:type="dxa"/>
          </w:tcPr>
          <w:p w:rsidR="00C5364D" w:rsidRPr="007C7858" w:rsidRDefault="00C5364D" w:rsidP="00307C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3" w:type="dxa"/>
          </w:tcPr>
          <w:p w:rsidR="00C5364D" w:rsidRPr="007C7858" w:rsidRDefault="00C5364D" w:rsidP="00307C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sz w:val="24"/>
                <w:szCs w:val="24"/>
              </w:rPr>
              <w:t>Лесоустройство городских лесов («Комитетский лес», мкр. Юбилейный. Проводится один раз в пять лет)</w:t>
            </w:r>
          </w:p>
        </w:tc>
        <w:tc>
          <w:tcPr>
            <w:tcW w:w="1416" w:type="dxa"/>
          </w:tcPr>
          <w:p w:rsidR="00C5364D" w:rsidRPr="007C7858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2656" w:type="dxa"/>
          </w:tcPr>
          <w:p w:rsidR="00C5364D" w:rsidRPr="007C7858" w:rsidRDefault="00C5364D" w:rsidP="00307C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sz w:val="24"/>
                <w:szCs w:val="24"/>
              </w:rPr>
              <w:t>Отчетные данные Администрации городского округа Королёв</w:t>
            </w:r>
          </w:p>
        </w:tc>
        <w:tc>
          <w:tcPr>
            <w:tcW w:w="5849" w:type="dxa"/>
          </w:tcPr>
          <w:p w:rsidR="00C5364D" w:rsidRPr="007C7858" w:rsidRDefault="00C5364D" w:rsidP="00307C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sz w:val="24"/>
                <w:szCs w:val="24"/>
              </w:rPr>
              <w:t>Данный показатель определяется из фактической площади городского леса «Комитетский лес», в мкр. Юбилейный.</w:t>
            </w:r>
          </w:p>
        </w:tc>
      </w:tr>
      <w:tr w:rsidR="00C5364D" w:rsidRPr="007C7858" w:rsidTr="007C7858">
        <w:tc>
          <w:tcPr>
            <w:tcW w:w="567" w:type="dxa"/>
          </w:tcPr>
          <w:p w:rsidR="00C5364D" w:rsidRPr="007C7858" w:rsidRDefault="00C5364D" w:rsidP="00307C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3" w:type="dxa"/>
          </w:tcPr>
          <w:p w:rsidR="00C5364D" w:rsidRPr="007C7858" w:rsidRDefault="00C5364D" w:rsidP="00307C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sz w:val="24"/>
                <w:szCs w:val="24"/>
              </w:rPr>
              <w:t>Очистка водоёмов/технических прудов</w:t>
            </w:r>
          </w:p>
        </w:tc>
        <w:tc>
          <w:tcPr>
            <w:tcW w:w="1416" w:type="dxa"/>
          </w:tcPr>
          <w:p w:rsidR="00C5364D" w:rsidRPr="007C7858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656" w:type="dxa"/>
          </w:tcPr>
          <w:p w:rsidR="00C5364D" w:rsidRPr="007C7858" w:rsidRDefault="00C5364D" w:rsidP="00307C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sz w:val="24"/>
                <w:szCs w:val="24"/>
              </w:rPr>
              <w:t>Отчетные данные Администрации городского округа Королёв</w:t>
            </w:r>
          </w:p>
        </w:tc>
        <w:tc>
          <w:tcPr>
            <w:tcW w:w="5849" w:type="dxa"/>
          </w:tcPr>
          <w:p w:rsidR="00C5364D" w:rsidRPr="007C7858" w:rsidRDefault="00C5364D" w:rsidP="00307C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sz w:val="24"/>
                <w:szCs w:val="24"/>
              </w:rPr>
              <w:t>Данный показатель определяется по результатам определения водоёмов/технических прудов нуждающихся в восстановлении санитарного и экологического состояния</w:t>
            </w:r>
          </w:p>
        </w:tc>
      </w:tr>
    </w:tbl>
    <w:p w:rsidR="00C5364D" w:rsidRPr="00307C8B" w:rsidRDefault="00C5364D" w:rsidP="00307C8B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</w:t>
      </w:r>
    </w:p>
    <w:p w:rsidR="00C5364D" w:rsidRPr="00307C8B" w:rsidRDefault="00C5364D" w:rsidP="00307C8B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  <w:sectPr w:rsidR="00C5364D" w:rsidRPr="00307C8B" w:rsidSect="00B04857">
          <w:pgSz w:w="16838" w:h="11906" w:orient="landscape"/>
          <w:pgMar w:top="1701" w:right="1134" w:bottom="709" w:left="1134" w:header="1276" w:footer="1276" w:gutter="0"/>
          <w:cols w:space="708"/>
          <w:docGrid w:linePitch="360"/>
        </w:sectPr>
      </w:pPr>
    </w:p>
    <w:p w:rsidR="00C5364D" w:rsidRPr="00307C8B" w:rsidRDefault="00C5364D" w:rsidP="00307C8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364D" w:rsidRPr="00307C8B" w:rsidRDefault="00C5364D" w:rsidP="007C7858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Муниципальная программа городского округа</w:t>
      </w:r>
    </w:p>
    <w:p w:rsidR="00C5364D" w:rsidRPr="00307C8B" w:rsidRDefault="00C5364D" w:rsidP="007C7858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 xml:space="preserve">Королёв Московской области </w:t>
      </w:r>
    </w:p>
    <w:p w:rsidR="00C5364D" w:rsidRPr="00307C8B" w:rsidRDefault="00C5364D" w:rsidP="007C7858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«Экология и окружающая среда городского округа Королёв»</w:t>
      </w:r>
    </w:p>
    <w:p w:rsidR="00C5364D" w:rsidRPr="00307C8B" w:rsidRDefault="00C5364D" w:rsidP="007C78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на срок 2017-2021 годы</w:t>
      </w:r>
    </w:p>
    <w:p w:rsidR="00C5364D" w:rsidRPr="00307C8B" w:rsidRDefault="00C5364D" w:rsidP="007C78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364D" w:rsidRPr="00307C8B" w:rsidRDefault="00C5364D" w:rsidP="007C7858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 xml:space="preserve">Подпрограмма </w:t>
      </w:r>
      <w:r w:rsidRPr="00307C8B">
        <w:rPr>
          <w:rFonts w:ascii="Times New Roman" w:hAnsi="Times New Roman"/>
          <w:b/>
          <w:sz w:val="28"/>
          <w:szCs w:val="28"/>
          <w:lang w:val="en-US"/>
        </w:rPr>
        <w:t>I</w:t>
      </w:r>
    </w:p>
    <w:p w:rsidR="00C5364D" w:rsidRDefault="00C5364D" w:rsidP="007C78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«Охрана окружающей сре</w:t>
      </w:r>
      <w:r>
        <w:rPr>
          <w:rFonts w:ascii="Times New Roman" w:hAnsi="Times New Roman"/>
          <w:b/>
          <w:sz w:val="28"/>
          <w:szCs w:val="28"/>
        </w:rPr>
        <w:t>ды, сохранение особо охраняемых</w:t>
      </w:r>
    </w:p>
    <w:p w:rsidR="00C5364D" w:rsidRPr="00307C8B" w:rsidRDefault="00C5364D" w:rsidP="007C78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природных территорий»</w:t>
      </w:r>
    </w:p>
    <w:p w:rsidR="00C5364D" w:rsidRPr="00307C8B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C5364D" w:rsidRPr="00307C8B" w:rsidSect="007C7858">
          <w:pgSz w:w="11906" w:h="16838"/>
          <w:pgMar w:top="1134" w:right="709" w:bottom="1134" w:left="1701" w:header="709" w:footer="709" w:gutter="0"/>
          <w:cols w:space="708"/>
          <w:docGrid w:linePitch="360"/>
        </w:sectPr>
      </w:pPr>
    </w:p>
    <w:p w:rsidR="00C5364D" w:rsidRDefault="00C5364D" w:rsidP="007C785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ПАСПОРТ</w:t>
      </w:r>
    </w:p>
    <w:p w:rsidR="00C5364D" w:rsidRPr="00307C8B" w:rsidRDefault="00C5364D" w:rsidP="007C785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307C8B">
        <w:rPr>
          <w:rFonts w:ascii="Times New Roman" w:hAnsi="Times New Roman"/>
          <w:b/>
          <w:sz w:val="28"/>
          <w:szCs w:val="28"/>
        </w:rPr>
        <w:t>одпрограммы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07C8B">
        <w:rPr>
          <w:rFonts w:ascii="Times New Roman" w:hAnsi="Times New Roman"/>
          <w:b/>
          <w:sz w:val="28"/>
          <w:szCs w:val="28"/>
        </w:rPr>
        <w:t>«Охрана окружающей среды, сохранение особо охраняемых природных территорий»</w:t>
      </w:r>
    </w:p>
    <w:p w:rsidR="00C5364D" w:rsidRDefault="00C5364D" w:rsidP="007C78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муниципальной программы городского ок</w:t>
      </w:r>
      <w:r>
        <w:rPr>
          <w:rFonts w:ascii="Times New Roman" w:hAnsi="Times New Roman"/>
          <w:b/>
          <w:sz w:val="28"/>
          <w:szCs w:val="28"/>
        </w:rPr>
        <w:t>руга Королёв Московской области</w:t>
      </w:r>
    </w:p>
    <w:p w:rsidR="00C5364D" w:rsidRPr="00307C8B" w:rsidRDefault="00C5364D" w:rsidP="007C78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 xml:space="preserve">«Экология и окружающая среда городского округа </w:t>
      </w:r>
      <w:r>
        <w:rPr>
          <w:rFonts w:ascii="Times New Roman" w:hAnsi="Times New Roman"/>
          <w:b/>
          <w:sz w:val="28"/>
          <w:szCs w:val="28"/>
        </w:rPr>
        <w:t>Королёв» на срок 2017-2021 годы</w:t>
      </w:r>
    </w:p>
    <w:p w:rsidR="00C5364D" w:rsidRPr="00307C8B" w:rsidRDefault="00C5364D" w:rsidP="007C78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364D" w:rsidRPr="00307C8B" w:rsidRDefault="00C5364D" w:rsidP="00307C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184"/>
        <w:gridCol w:w="2661"/>
        <w:gridCol w:w="2377"/>
        <w:gridCol w:w="992"/>
        <w:gridCol w:w="1134"/>
        <w:gridCol w:w="992"/>
        <w:gridCol w:w="993"/>
        <w:gridCol w:w="1134"/>
        <w:gridCol w:w="1134"/>
      </w:tblGrid>
      <w:tr w:rsidR="00C5364D" w:rsidRPr="007C7858" w:rsidTr="007C7858">
        <w:tc>
          <w:tcPr>
            <w:tcW w:w="3184" w:type="dxa"/>
          </w:tcPr>
          <w:p w:rsidR="00C5364D" w:rsidRPr="007C7858" w:rsidRDefault="00C5364D" w:rsidP="00307C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8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Муниципальный заказчик подпрограммы</w:t>
            </w:r>
          </w:p>
        </w:tc>
        <w:tc>
          <w:tcPr>
            <w:tcW w:w="11417" w:type="dxa"/>
            <w:gridSpan w:val="8"/>
          </w:tcPr>
          <w:p w:rsidR="00C5364D" w:rsidRPr="007C7858" w:rsidRDefault="00C5364D" w:rsidP="00307C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858">
              <w:rPr>
                <w:rFonts w:ascii="Times New Roman" w:hAnsi="Times New Roman" w:cs="Times New Roman"/>
                <w:sz w:val="24"/>
                <w:szCs w:val="24"/>
              </w:rPr>
              <w:t>Управление дорог, благоустройства и экологии Администрации городского округа Королёв</w:t>
            </w:r>
            <w:r w:rsidRPr="007C785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7C7858">
              <w:rPr>
                <w:rFonts w:ascii="Times New Roman" w:hAnsi="Times New Roman" w:cs="Times New Roman"/>
                <w:sz w:val="24"/>
                <w:szCs w:val="24"/>
              </w:rPr>
              <w:t>Московской области</w:t>
            </w:r>
          </w:p>
        </w:tc>
      </w:tr>
      <w:tr w:rsidR="00C5364D" w:rsidRPr="007C7858" w:rsidTr="007C7858">
        <w:tc>
          <w:tcPr>
            <w:tcW w:w="3184" w:type="dxa"/>
            <w:vMerge w:val="restart"/>
          </w:tcPr>
          <w:p w:rsidR="00C5364D" w:rsidRPr="007C7858" w:rsidRDefault="00C5364D" w:rsidP="00307C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8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661" w:type="dxa"/>
            <w:vMerge w:val="restart"/>
          </w:tcPr>
          <w:p w:rsidR="00C5364D" w:rsidRPr="007C7858" w:rsidRDefault="00C5364D" w:rsidP="00307C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8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Главный распорядитель бюджетных средств</w:t>
            </w:r>
          </w:p>
        </w:tc>
        <w:tc>
          <w:tcPr>
            <w:tcW w:w="2377" w:type="dxa"/>
            <w:vMerge w:val="restart"/>
          </w:tcPr>
          <w:p w:rsidR="00C5364D" w:rsidRPr="007C7858" w:rsidRDefault="00C5364D" w:rsidP="00307C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8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 финансирования</w:t>
            </w:r>
          </w:p>
        </w:tc>
        <w:tc>
          <w:tcPr>
            <w:tcW w:w="6379" w:type="dxa"/>
            <w:gridSpan w:val="6"/>
          </w:tcPr>
          <w:p w:rsidR="00C5364D" w:rsidRPr="007C7858" w:rsidRDefault="00C5364D" w:rsidP="00307C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8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 (тыс. рублей)</w:t>
            </w:r>
          </w:p>
        </w:tc>
      </w:tr>
      <w:tr w:rsidR="00C5364D" w:rsidRPr="007C7858" w:rsidTr="007C7858">
        <w:tc>
          <w:tcPr>
            <w:tcW w:w="3184" w:type="dxa"/>
            <w:vMerge/>
            <w:vAlign w:val="center"/>
          </w:tcPr>
          <w:p w:rsidR="00C5364D" w:rsidRPr="007C7858" w:rsidRDefault="00C5364D" w:rsidP="00307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1" w:type="dxa"/>
            <w:vMerge/>
            <w:vAlign w:val="center"/>
          </w:tcPr>
          <w:p w:rsidR="00C5364D" w:rsidRPr="007C7858" w:rsidRDefault="00C5364D" w:rsidP="00307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7" w:type="dxa"/>
            <w:vMerge/>
            <w:vAlign w:val="center"/>
          </w:tcPr>
          <w:p w:rsidR="00C5364D" w:rsidRPr="007C7858" w:rsidRDefault="00C5364D" w:rsidP="00307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5364D" w:rsidRPr="007C7858" w:rsidRDefault="00C5364D" w:rsidP="00307C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8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2017г.</w:t>
            </w:r>
          </w:p>
        </w:tc>
        <w:tc>
          <w:tcPr>
            <w:tcW w:w="1134" w:type="dxa"/>
          </w:tcPr>
          <w:p w:rsidR="00C5364D" w:rsidRPr="007C7858" w:rsidRDefault="00C5364D" w:rsidP="00307C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8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2018г.</w:t>
            </w:r>
          </w:p>
        </w:tc>
        <w:tc>
          <w:tcPr>
            <w:tcW w:w="992" w:type="dxa"/>
          </w:tcPr>
          <w:p w:rsidR="00C5364D" w:rsidRPr="007C7858" w:rsidRDefault="00C5364D" w:rsidP="00307C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8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2019г.</w:t>
            </w:r>
          </w:p>
        </w:tc>
        <w:tc>
          <w:tcPr>
            <w:tcW w:w="993" w:type="dxa"/>
          </w:tcPr>
          <w:p w:rsidR="00C5364D" w:rsidRPr="007C7858" w:rsidRDefault="00C5364D" w:rsidP="00307C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8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2020г.</w:t>
            </w:r>
          </w:p>
        </w:tc>
        <w:tc>
          <w:tcPr>
            <w:tcW w:w="1134" w:type="dxa"/>
          </w:tcPr>
          <w:p w:rsidR="00C5364D" w:rsidRPr="007C7858" w:rsidRDefault="00C5364D" w:rsidP="00307C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8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2021г.</w:t>
            </w:r>
          </w:p>
        </w:tc>
        <w:tc>
          <w:tcPr>
            <w:tcW w:w="1134" w:type="dxa"/>
          </w:tcPr>
          <w:p w:rsidR="00C5364D" w:rsidRPr="007C7858" w:rsidRDefault="00C5364D" w:rsidP="00307C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8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</w:tr>
      <w:tr w:rsidR="00C5364D" w:rsidRPr="007C7858" w:rsidTr="007C7858">
        <w:tc>
          <w:tcPr>
            <w:tcW w:w="3184" w:type="dxa"/>
            <w:vMerge/>
            <w:vAlign w:val="center"/>
          </w:tcPr>
          <w:p w:rsidR="00C5364D" w:rsidRPr="007C7858" w:rsidRDefault="00C5364D" w:rsidP="00307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1" w:type="dxa"/>
            <w:vMerge w:val="restart"/>
          </w:tcPr>
          <w:p w:rsidR="00C5364D" w:rsidRPr="007C7858" w:rsidRDefault="00C5364D" w:rsidP="00307C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858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Королёв Московской области</w:t>
            </w:r>
          </w:p>
        </w:tc>
        <w:tc>
          <w:tcPr>
            <w:tcW w:w="2377" w:type="dxa"/>
          </w:tcPr>
          <w:p w:rsidR="00C5364D" w:rsidRPr="007C7858" w:rsidRDefault="00C5364D" w:rsidP="00307C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8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Всего:</w:t>
            </w:r>
          </w:p>
          <w:p w:rsidR="00C5364D" w:rsidRPr="007C7858" w:rsidRDefault="00C5364D" w:rsidP="00307C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8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992" w:type="dxa"/>
            <w:vAlign w:val="center"/>
          </w:tcPr>
          <w:p w:rsidR="00C5364D" w:rsidRPr="007C7858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7 833,34</w:t>
            </w:r>
          </w:p>
        </w:tc>
        <w:tc>
          <w:tcPr>
            <w:tcW w:w="1134" w:type="dxa"/>
            <w:vAlign w:val="center"/>
          </w:tcPr>
          <w:p w:rsidR="00C5364D" w:rsidRPr="007C7858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10 033,34</w:t>
            </w:r>
          </w:p>
        </w:tc>
        <w:tc>
          <w:tcPr>
            <w:tcW w:w="992" w:type="dxa"/>
            <w:vAlign w:val="center"/>
          </w:tcPr>
          <w:p w:rsidR="00C5364D" w:rsidRPr="007C7858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7 833,34</w:t>
            </w:r>
          </w:p>
        </w:tc>
        <w:tc>
          <w:tcPr>
            <w:tcW w:w="993" w:type="dxa"/>
            <w:vAlign w:val="center"/>
          </w:tcPr>
          <w:p w:rsidR="00C5364D" w:rsidRPr="007C7858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7 833,34</w:t>
            </w:r>
          </w:p>
        </w:tc>
        <w:tc>
          <w:tcPr>
            <w:tcW w:w="1134" w:type="dxa"/>
            <w:vAlign w:val="center"/>
          </w:tcPr>
          <w:p w:rsidR="00C5364D" w:rsidRPr="007C7858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7 833,34</w:t>
            </w:r>
          </w:p>
        </w:tc>
        <w:tc>
          <w:tcPr>
            <w:tcW w:w="1134" w:type="dxa"/>
            <w:vAlign w:val="center"/>
          </w:tcPr>
          <w:p w:rsidR="00C5364D" w:rsidRPr="007C7858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41 366,70</w:t>
            </w:r>
          </w:p>
        </w:tc>
      </w:tr>
      <w:tr w:rsidR="00C5364D" w:rsidRPr="007C7858" w:rsidTr="007C7858">
        <w:tc>
          <w:tcPr>
            <w:tcW w:w="3184" w:type="dxa"/>
            <w:vMerge/>
            <w:vAlign w:val="center"/>
          </w:tcPr>
          <w:p w:rsidR="00C5364D" w:rsidRPr="007C7858" w:rsidRDefault="00C5364D" w:rsidP="00307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1" w:type="dxa"/>
            <w:vMerge/>
            <w:vAlign w:val="center"/>
          </w:tcPr>
          <w:p w:rsidR="00C5364D" w:rsidRPr="007C7858" w:rsidRDefault="00C5364D" w:rsidP="00307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7" w:type="dxa"/>
          </w:tcPr>
          <w:p w:rsidR="00C5364D" w:rsidRPr="007C7858" w:rsidRDefault="00C5364D" w:rsidP="00307C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8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городского округа *</w:t>
            </w:r>
          </w:p>
        </w:tc>
        <w:tc>
          <w:tcPr>
            <w:tcW w:w="992" w:type="dxa"/>
            <w:vAlign w:val="center"/>
          </w:tcPr>
          <w:p w:rsidR="00C5364D" w:rsidRPr="007C7858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390,0</w:t>
            </w:r>
          </w:p>
        </w:tc>
        <w:tc>
          <w:tcPr>
            <w:tcW w:w="1134" w:type="dxa"/>
            <w:vAlign w:val="center"/>
          </w:tcPr>
          <w:p w:rsidR="00C5364D" w:rsidRPr="007C7858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390,0</w:t>
            </w:r>
          </w:p>
        </w:tc>
        <w:tc>
          <w:tcPr>
            <w:tcW w:w="992" w:type="dxa"/>
            <w:vAlign w:val="center"/>
          </w:tcPr>
          <w:p w:rsidR="00C5364D" w:rsidRPr="007C7858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390,0</w:t>
            </w:r>
          </w:p>
        </w:tc>
        <w:tc>
          <w:tcPr>
            <w:tcW w:w="993" w:type="dxa"/>
            <w:vAlign w:val="center"/>
          </w:tcPr>
          <w:p w:rsidR="00C5364D" w:rsidRPr="007C7858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390,0</w:t>
            </w:r>
          </w:p>
        </w:tc>
        <w:tc>
          <w:tcPr>
            <w:tcW w:w="1134" w:type="dxa"/>
            <w:vAlign w:val="center"/>
          </w:tcPr>
          <w:p w:rsidR="00C5364D" w:rsidRPr="007C7858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390,0</w:t>
            </w:r>
          </w:p>
        </w:tc>
        <w:tc>
          <w:tcPr>
            <w:tcW w:w="1134" w:type="dxa"/>
            <w:vAlign w:val="center"/>
          </w:tcPr>
          <w:p w:rsidR="00C5364D" w:rsidRPr="007C7858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1 950,0</w:t>
            </w:r>
          </w:p>
        </w:tc>
      </w:tr>
      <w:tr w:rsidR="00C5364D" w:rsidRPr="007C7858" w:rsidTr="007C7858">
        <w:tc>
          <w:tcPr>
            <w:tcW w:w="3184" w:type="dxa"/>
            <w:vMerge/>
            <w:vAlign w:val="center"/>
          </w:tcPr>
          <w:p w:rsidR="00C5364D" w:rsidRPr="007C7858" w:rsidRDefault="00C5364D" w:rsidP="00307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1" w:type="dxa"/>
            <w:vMerge/>
            <w:vAlign w:val="center"/>
          </w:tcPr>
          <w:p w:rsidR="00C5364D" w:rsidRPr="007C7858" w:rsidRDefault="00C5364D" w:rsidP="00307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7" w:type="dxa"/>
          </w:tcPr>
          <w:p w:rsidR="00C5364D" w:rsidRPr="007C7858" w:rsidRDefault="00C5364D" w:rsidP="00307C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8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Внебюджетные средства *</w:t>
            </w:r>
          </w:p>
        </w:tc>
        <w:tc>
          <w:tcPr>
            <w:tcW w:w="992" w:type="dxa"/>
            <w:vAlign w:val="center"/>
          </w:tcPr>
          <w:p w:rsidR="00C5364D" w:rsidRPr="007C7858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7 443,34</w:t>
            </w:r>
          </w:p>
        </w:tc>
        <w:tc>
          <w:tcPr>
            <w:tcW w:w="1134" w:type="dxa"/>
            <w:vAlign w:val="center"/>
          </w:tcPr>
          <w:p w:rsidR="00C5364D" w:rsidRPr="007C7858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9 643,34</w:t>
            </w:r>
          </w:p>
        </w:tc>
        <w:tc>
          <w:tcPr>
            <w:tcW w:w="992" w:type="dxa"/>
            <w:vAlign w:val="center"/>
          </w:tcPr>
          <w:p w:rsidR="00C5364D" w:rsidRPr="007C7858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7 443,34</w:t>
            </w:r>
          </w:p>
        </w:tc>
        <w:tc>
          <w:tcPr>
            <w:tcW w:w="993" w:type="dxa"/>
            <w:vAlign w:val="center"/>
          </w:tcPr>
          <w:p w:rsidR="00C5364D" w:rsidRPr="007C7858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7 443,34</w:t>
            </w:r>
          </w:p>
        </w:tc>
        <w:tc>
          <w:tcPr>
            <w:tcW w:w="1134" w:type="dxa"/>
            <w:vAlign w:val="center"/>
          </w:tcPr>
          <w:p w:rsidR="00C5364D" w:rsidRPr="007C7858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7 443,34</w:t>
            </w:r>
          </w:p>
        </w:tc>
        <w:tc>
          <w:tcPr>
            <w:tcW w:w="1134" w:type="dxa"/>
            <w:vAlign w:val="center"/>
          </w:tcPr>
          <w:p w:rsidR="00C5364D" w:rsidRPr="007C7858" w:rsidRDefault="00C5364D" w:rsidP="00307C8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C7858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39 416,70</w:t>
            </w:r>
          </w:p>
        </w:tc>
      </w:tr>
    </w:tbl>
    <w:p w:rsidR="00C5364D" w:rsidRPr="00307C8B" w:rsidRDefault="00C5364D" w:rsidP="007C78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* Объем финансирования подлежит уточнению в очередном финансовом году</w:t>
      </w:r>
    </w:p>
    <w:p w:rsidR="00C5364D" w:rsidRPr="00307C8B" w:rsidRDefault="00C5364D" w:rsidP="00307C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364D" w:rsidRPr="00307C8B" w:rsidRDefault="00C5364D" w:rsidP="007C78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____________</w:t>
      </w:r>
    </w:p>
    <w:p w:rsidR="00C5364D" w:rsidRPr="00307C8B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364D" w:rsidRPr="00307C8B" w:rsidRDefault="00C5364D" w:rsidP="00307C8B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  <w:sectPr w:rsidR="00C5364D" w:rsidRPr="00307C8B" w:rsidSect="00B04857">
          <w:headerReference w:type="even" r:id="rId10"/>
          <w:headerReference w:type="default" r:id="rId11"/>
          <w:pgSz w:w="16838" w:h="11906" w:orient="landscape"/>
          <w:pgMar w:top="1701" w:right="1134" w:bottom="709" w:left="1134" w:header="1276" w:footer="1276" w:gutter="0"/>
          <w:cols w:space="708"/>
          <w:docGrid w:linePitch="360"/>
        </w:sectPr>
      </w:pPr>
    </w:p>
    <w:p w:rsidR="00C5364D" w:rsidRPr="00307C8B" w:rsidRDefault="00C5364D" w:rsidP="007C7858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1. Характеристика проблем, решаемых посредством</w:t>
      </w:r>
      <w:r>
        <w:rPr>
          <w:rFonts w:ascii="Times New Roman" w:hAnsi="Times New Roman"/>
          <w:b/>
          <w:sz w:val="28"/>
          <w:szCs w:val="28"/>
        </w:rPr>
        <w:t xml:space="preserve"> мероприятий</w:t>
      </w:r>
    </w:p>
    <w:p w:rsidR="00C5364D" w:rsidRPr="00307C8B" w:rsidRDefault="00C5364D" w:rsidP="00307C8B">
      <w:pPr>
        <w:pStyle w:val="1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C5364D" w:rsidRPr="00307C8B" w:rsidRDefault="00C5364D" w:rsidP="007C78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На сегодняшний день на территории городского округа Королёв Московской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7C8B">
        <w:rPr>
          <w:rFonts w:ascii="Times New Roman" w:hAnsi="Times New Roman"/>
          <w:sz w:val="28"/>
          <w:szCs w:val="28"/>
        </w:rPr>
        <w:t>имеется ряд нерешенных проблем в области исполнения требований действующего законодательства в сфере экологии.</w:t>
      </w:r>
    </w:p>
    <w:p w:rsidR="00C5364D" w:rsidRPr="00307C8B" w:rsidRDefault="00C5364D" w:rsidP="007C78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 xml:space="preserve">В </w:t>
      </w:r>
      <w:r w:rsidRPr="00307C8B">
        <w:rPr>
          <w:rFonts w:ascii="Times New Roman" w:hAnsi="Times New Roman"/>
          <w:bCs/>
          <w:sz w:val="28"/>
          <w:szCs w:val="28"/>
        </w:rPr>
        <w:t>области</w:t>
      </w:r>
      <w:r w:rsidRPr="00307C8B">
        <w:rPr>
          <w:rFonts w:ascii="Times New Roman" w:hAnsi="Times New Roman"/>
          <w:sz w:val="28"/>
          <w:szCs w:val="28"/>
        </w:rPr>
        <w:t xml:space="preserve"> </w:t>
      </w:r>
      <w:r w:rsidRPr="00307C8B">
        <w:rPr>
          <w:rFonts w:ascii="Times New Roman" w:hAnsi="Times New Roman"/>
          <w:bCs/>
          <w:sz w:val="28"/>
          <w:szCs w:val="28"/>
        </w:rPr>
        <w:t>охраны</w:t>
      </w:r>
      <w:r w:rsidRPr="00307C8B">
        <w:rPr>
          <w:rFonts w:ascii="Times New Roman" w:hAnsi="Times New Roman"/>
          <w:sz w:val="28"/>
          <w:szCs w:val="28"/>
        </w:rPr>
        <w:t xml:space="preserve"> </w:t>
      </w:r>
      <w:r w:rsidRPr="00307C8B">
        <w:rPr>
          <w:rFonts w:ascii="Times New Roman" w:hAnsi="Times New Roman"/>
          <w:bCs/>
          <w:sz w:val="28"/>
          <w:szCs w:val="28"/>
        </w:rPr>
        <w:t>окружающей</w:t>
      </w:r>
      <w:r w:rsidRPr="00307C8B">
        <w:rPr>
          <w:rFonts w:ascii="Times New Roman" w:hAnsi="Times New Roman"/>
          <w:sz w:val="28"/>
          <w:szCs w:val="28"/>
        </w:rPr>
        <w:t xml:space="preserve"> </w:t>
      </w:r>
      <w:r w:rsidRPr="00307C8B">
        <w:rPr>
          <w:rFonts w:ascii="Times New Roman" w:hAnsi="Times New Roman"/>
          <w:bCs/>
          <w:sz w:val="28"/>
          <w:szCs w:val="28"/>
        </w:rPr>
        <w:t>среды</w:t>
      </w:r>
      <w:r w:rsidRPr="00307C8B">
        <w:rPr>
          <w:rFonts w:ascii="Times New Roman" w:hAnsi="Times New Roman"/>
          <w:sz w:val="28"/>
          <w:szCs w:val="28"/>
        </w:rPr>
        <w:t xml:space="preserve">, необходимо обеспечить проведение целого ряда ежегодных мероприятий по </w:t>
      </w:r>
      <w:r w:rsidRPr="00307C8B">
        <w:rPr>
          <w:rFonts w:ascii="Times New Roman" w:hAnsi="Times New Roman"/>
          <w:bCs/>
          <w:sz w:val="28"/>
          <w:szCs w:val="28"/>
        </w:rPr>
        <w:t>охране</w:t>
      </w:r>
      <w:r w:rsidRPr="00307C8B">
        <w:rPr>
          <w:rFonts w:ascii="Times New Roman" w:hAnsi="Times New Roman"/>
          <w:sz w:val="28"/>
          <w:szCs w:val="28"/>
        </w:rPr>
        <w:t xml:space="preserve"> земель, почв, водных объектов, растений, зелёных насаждений, водоёмов (технических прудов), на территории городского округа Королёв Московской области: осуществление контроля за качеством воды в источниках децентрализованного водоснабжении и водоёмах, лабораторно-инструментальные исследования атмосферного воздуха.</w:t>
      </w:r>
    </w:p>
    <w:p w:rsidR="00C5364D" w:rsidRPr="00307C8B" w:rsidRDefault="00C5364D" w:rsidP="007C78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В результате реализации мероприятий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7C8B">
        <w:rPr>
          <w:rFonts w:ascii="Times New Roman" w:hAnsi="Times New Roman"/>
          <w:sz w:val="28"/>
          <w:szCs w:val="28"/>
        </w:rPr>
        <w:t>планируется в полном объеме выполнить требования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7C8B">
        <w:rPr>
          <w:rFonts w:ascii="Times New Roman" w:hAnsi="Times New Roman"/>
          <w:sz w:val="28"/>
          <w:szCs w:val="28"/>
        </w:rPr>
        <w:t xml:space="preserve">действующего законодательства в области экологии </w:t>
      </w:r>
      <w:r>
        <w:rPr>
          <w:rFonts w:ascii="Times New Roman" w:hAnsi="Times New Roman"/>
          <w:sz w:val="28"/>
          <w:szCs w:val="28"/>
        </w:rPr>
        <w:br/>
      </w:r>
      <w:r w:rsidRPr="00307C8B">
        <w:rPr>
          <w:rFonts w:ascii="Times New Roman" w:hAnsi="Times New Roman"/>
          <w:sz w:val="28"/>
          <w:szCs w:val="28"/>
        </w:rPr>
        <w:t>в части осуществления органами местного самоуправления своих полномочий. В том числе:</w:t>
      </w:r>
    </w:p>
    <w:p w:rsidR="00C5364D" w:rsidRPr="00307C8B" w:rsidRDefault="00C5364D" w:rsidP="007C78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 xml:space="preserve">- обеспечить сохранность окружающей среды на территории городского округа, путем проведения ежегодных мероприятий включая контроль </w:t>
      </w:r>
      <w:r>
        <w:rPr>
          <w:rFonts w:ascii="Times New Roman" w:hAnsi="Times New Roman"/>
          <w:sz w:val="28"/>
          <w:szCs w:val="28"/>
        </w:rPr>
        <w:br/>
      </w:r>
      <w:r w:rsidRPr="00307C8B">
        <w:rPr>
          <w:rFonts w:ascii="Times New Roman" w:hAnsi="Times New Roman"/>
          <w:sz w:val="28"/>
          <w:szCs w:val="28"/>
        </w:rPr>
        <w:t xml:space="preserve">за качеством децентрализованных источников водоснабжения, воды </w:t>
      </w:r>
      <w:r>
        <w:rPr>
          <w:rFonts w:ascii="Times New Roman" w:hAnsi="Times New Roman"/>
          <w:sz w:val="28"/>
          <w:szCs w:val="28"/>
        </w:rPr>
        <w:br/>
      </w:r>
      <w:r w:rsidRPr="00307C8B">
        <w:rPr>
          <w:rFonts w:ascii="Times New Roman" w:hAnsi="Times New Roman"/>
          <w:sz w:val="28"/>
          <w:szCs w:val="28"/>
        </w:rPr>
        <w:t xml:space="preserve">в водоемах городского округа, </w:t>
      </w:r>
      <w:r w:rsidRPr="00307C8B">
        <w:rPr>
          <w:rFonts w:ascii="Times New Roman" w:hAnsi="Times New Roman"/>
          <w:color w:val="000000"/>
          <w:sz w:val="28"/>
          <w:szCs w:val="28"/>
        </w:rPr>
        <w:t xml:space="preserve">очистки водоёмов/технических прудов, </w:t>
      </w:r>
      <w:r w:rsidRPr="00307C8B">
        <w:rPr>
          <w:rFonts w:ascii="Times New Roman" w:hAnsi="Times New Roman"/>
          <w:sz w:val="28"/>
          <w:szCs w:val="28"/>
        </w:rPr>
        <w:t>дезинсекции личинок комаров в водоемах,</w:t>
      </w:r>
      <w:r w:rsidRPr="00307C8B">
        <w:rPr>
          <w:rFonts w:ascii="Times New Roman" w:hAnsi="Times New Roman"/>
          <w:color w:val="000000"/>
          <w:sz w:val="28"/>
          <w:szCs w:val="28"/>
        </w:rPr>
        <w:t xml:space="preserve"> акарицидной (противоклещевой) обработки зелёных массивов (городских лесов) </w:t>
      </w:r>
      <w:r w:rsidRPr="00307C8B">
        <w:rPr>
          <w:rFonts w:ascii="Times New Roman" w:hAnsi="Times New Roman"/>
          <w:sz w:val="28"/>
          <w:szCs w:val="28"/>
        </w:rPr>
        <w:t>осадка зелёных насаждений.</w:t>
      </w:r>
    </w:p>
    <w:p w:rsidR="00C5364D" w:rsidRPr="00307C8B" w:rsidRDefault="00C5364D" w:rsidP="007C78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- повысить уровень самосознания жителей города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7C8B">
        <w:rPr>
          <w:rFonts w:ascii="Times New Roman" w:hAnsi="Times New Roman"/>
          <w:sz w:val="28"/>
          <w:szCs w:val="28"/>
        </w:rPr>
        <w:t xml:space="preserve">уровень </w:t>
      </w:r>
      <w:r>
        <w:rPr>
          <w:rFonts w:ascii="Times New Roman" w:hAnsi="Times New Roman"/>
          <w:sz w:val="28"/>
          <w:szCs w:val="28"/>
        </w:rPr>
        <w:br/>
      </w:r>
      <w:r w:rsidRPr="00307C8B">
        <w:rPr>
          <w:rFonts w:ascii="Times New Roman" w:hAnsi="Times New Roman"/>
          <w:sz w:val="28"/>
          <w:szCs w:val="28"/>
        </w:rPr>
        <w:t>их информирования в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7C8B">
        <w:rPr>
          <w:rFonts w:ascii="Times New Roman" w:hAnsi="Times New Roman"/>
          <w:sz w:val="28"/>
          <w:szCs w:val="28"/>
        </w:rPr>
        <w:t>охраны и защиты окружающей среды.</w:t>
      </w:r>
    </w:p>
    <w:p w:rsidR="00C5364D" w:rsidRPr="007C7858" w:rsidRDefault="00C5364D" w:rsidP="00307C8B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5364D" w:rsidRDefault="00C5364D" w:rsidP="007C7858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2. Концептуальные направлени</w:t>
      </w:r>
      <w:r>
        <w:rPr>
          <w:rFonts w:ascii="Times New Roman" w:hAnsi="Times New Roman"/>
          <w:b/>
          <w:sz w:val="28"/>
          <w:szCs w:val="28"/>
        </w:rPr>
        <w:t>я реформирования, модернизации,</w:t>
      </w:r>
    </w:p>
    <w:p w:rsidR="00C5364D" w:rsidRDefault="00C5364D" w:rsidP="007C7858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преобразования отдельных сфер социально-экономического разв</w:t>
      </w:r>
      <w:r>
        <w:rPr>
          <w:rFonts w:ascii="Times New Roman" w:hAnsi="Times New Roman"/>
          <w:b/>
          <w:sz w:val="28"/>
          <w:szCs w:val="28"/>
        </w:rPr>
        <w:t>ития</w:t>
      </w:r>
    </w:p>
    <w:p w:rsidR="00C5364D" w:rsidRDefault="00C5364D" w:rsidP="007C7858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городского округа Королёв Московской области,</w:t>
      </w:r>
      <w:r>
        <w:rPr>
          <w:rFonts w:ascii="Times New Roman" w:hAnsi="Times New Roman"/>
          <w:b/>
          <w:sz w:val="28"/>
          <w:szCs w:val="28"/>
        </w:rPr>
        <w:t xml:space="preserve"> реализуемых в рамках</w:t>
      </w:r>
    </w:p>
    <w:p w:rsidR="00C5364D" w:rsidRDefault="00C5364D" w:rsidP="007C7858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подпрограммы «Охрана окр</w:t>
      </w:r>
      <w:r>
        <w:rPr>
          <w:rFonts w:ascii="Times New Roman" w:hAnsi="Times New Roman"/>
          <w:b/>
          <w:sz w:val="28"/>
          <w:szCs w:val="28"/>
        </w:rPr>
        <w:t>ужающей среды, сохранение особо</w:t>
      </w:r>
    </w:p>
    <w:p w:rsidR="00C5364D" w:rsidRDefault="00C5364D" w:rsidP="007C7858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охраняемых природных территорий»</w:t>
      </w:r>
    </w:p>
    <w:p w:rsidR="00C5364D" w:rsidRPr="00307C8B" w:rsidRDefault="00C5364D" w:rsidP="007C7858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C5364D" w:rsidRPr="00307C8B" w:rsidRDefault="00C5364D" w:rsidP="007C78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7C8B">
        <w:rPr>
          <w:rFonts w:ascii="Times New Roman" w:hAnsi="Times New Roman"/>
          <w:sz w:val="28"/>
          <w:szCs w:val="28"/>
          <w:lang w:eastAsia="ru-RU"/>
        </w:rPr>
        <w:t>В соответствии со Стратегией национальной безопасности Российской Федерации целями обеспечения экологической безопасности и рационального природопользования являются сохранение окружающей природной среды и обеспечение ее защиты, ликвидация экологических последствий хозяйственной деятельности в условиях возрастающей экономической активности.</w:t>
      </w:r>
    </w:p>
    <w:p w:rsidR="00C5364D" w:rsidRPr="00307C8B" w:rsidRDefault="00C5364D" w:rsidP="007C78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Цель - обеспечение конституционных прав граждан на благоприятную окружающую среду за счет стабилизации экологической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7C8B">
        <w:rPr>
          <w:rFonts w:ascii="Times New Roman" w:hAnsi="Times New Roman"/>
          <w:sz w:val="28"/>
          <w:szCs w:val="28"/>
        </w:rPr>
        <w:t xml:space="preserve">обстановки </w:t>
      </w:r>
      <w:r>
        <w:rPr>
          <w:rFonts w:ascii="Times New Roman" w:hAnsi="Times New Roman"/>
          <w:sz w:val="28"/>
          <w:szCs w:val="28"/>
        </w:rPr>
        <w:br/>
      </w:r>
      <w:r w:rsidRPr="00307C8B">
        <w:rPr>
          <w:rFonts w:ascii="Times New Roman" w:hAnsi="Times New Roman"/>
          <w:sz w:val="28"/>
          <w:szCs w:val="28"/>
        </w:rPr>
        <w:t>в городском округе Королёв.</w:t>
      </w:r>
    </w:p>
    <w:p w:rsidR="00C5364D" w:rsidRPr="00307C8B" w:rsidRDefault="00C5364D" w:rsidP="007C7858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Выполнение основного мероприятия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7C8B">
        <w:rPr>
          <w:rFonts w:ascii="Times New Roman" w:hAnsi="Times New Roman"/>
          <w:sz w:val="28"/>
          <w:szCs w:val="28"/>
        </w:rPr>
        <w:t>осуществляется посредством реализации мероприятий подпрограммы, перечень которых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7C8B">
        <w:rPr>
          <w:rFonts w:ascii="Times New Roman" w:hAnsi="Times New Roman"/>
          <w:sz w:val="28"/>
          <w:szCs w:val="28"/>
        </w:rPr>
        <w:t>приведен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307C8B">
        <w:rPr>
          <w:rFonts w:ascii="Times New Roman" w:hAnsi="Times New Roman"/>
          <w:sz w:val="28"/>
          <w:szCs w:val="28"/>
        </w:rPr>
        <w:t>в приложении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7C8B">
        <w:rPr>
          <w:rFonts w:ascii="Times New Roman" w:hAnsi="Times New Roman"/>
          <w:sz w:val="28"/>
          <w:szCs w:val="28"/>
        </w:rPr>
        <w:t>к подпрограмме «Охрана окружающей среды, сохранение особо охраняемых природных территорий».</w:t>
      </w:r>
    </w:p>
    <w:p w:rsidR="00C5364D" w:rsidRPr="00307C8B" w:rsidRDefault="00C5364D" w:rsidP="00307C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_______</w:t>
      </w:r>
      <w:r w:rsidRPr="00307C8B">
        <w:rPr>
          <w:rFonts w:ascii="Times New Roman" w:hAnsi="Times New Roman"/>
          <w:sz w:val="28"/>
          <w:szCs w:val="28"/>
        </w:rPr>
        <w:t>__</w:t>
      </w:r>
    </w:p>
    <w:p w:rsidR="00C5364D" w:rsidRPr="00307C8B" w:rsidRDefault="00C5364D" w:rsidP="00307C8B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  <w:sectPr w:rsidR="00C5364D" w:rsidRPr="00307C8B" w:rsidSect="007C7858">
          <w:pgSz w:w="11906" w:h="16838"/>
          <w:pgMar w:top="1134" w:right="709" w:bottom="1134" w:left="1701" w:header="709" w:footer="709" w:gutter="0"/>
          <w:cols w:space="708"/>
          <w:docGrid w:linePitch="360"/>
        </w:sectPr>
      </w:pPr>
    </w:p>
    <w:p w:rsidR="00C5364D" w:rsidRPr="00307C8B" w:rsidRDefault="00C5364D" w:rsidP="007C7858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Приложение 1</w:t>
      </w:r>
    </w:p>
    <w:p w:rsidR="00C5364D" w:rsidRDefault="00C5364D" w:rsidP="007C7858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подпрограмме «Охрана окружающей</w:t>
      </w:r>
    </w:p>
    <w:p w:rsidR="00C5364D" w:rsidRDefault="00C5364D" w:rsidP="007C7858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сре</w:t>
      </w:r>
      <w:r>
        <w:rPr>
          <w:rFonts w:ascii="Times New Roman" w:hAnsi="Times New Roman"/>
          <w:sz w:val="28"/>
          <w:szCs w:val="28"/>
        </w:rPr>
        <w:t>ды, сохранение особо охраняемых</w:t>
      </w:r>
    </w:p>
    <w:p w:rsidR="00C5364D" w:rsidRPr="00307C8B" w:rsidRDefault="00C5364D" w:rsidP="007C7858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307C8B">
        <w:rPr>
          <w:rFonts w:ascii="Times New Roman" w:hAnsi="Times New Roman"/>
          <w:sz w:val="28"/>
          <w:szCs w:val="28"/>
        </w:rPr>
        <w:t>природных территорий»</w:t>
      </w:r>
    </w:p>
    <w:p w:rsidR="00C5364D" w:rsidRPr="00307C8B" w:rsidRDefault="00C5364D" w:rsidP="00307C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5364D" w:rsidRDefault="00C5364D" w:rsidP="007C7858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>ЕРЕЧЕНЬ</w:t>
      </w:r>
    </w:p>
    <w:p w:rsidR="00C5364D" w:rsidRDefault="00C5364D" w:rsidP="007C7858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Pr="00307C8B">
        <w:rPr>
          <w:rFonts w:ascii="Times New Roman" w:hAnsi="Times New Roman"/>
          <w:b/>
          <w:sz w:val="28"/>
          <w:szCs w:val="28"/>
        </w:rPr>
        <w:t>ероприятий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07C8B">
        <w:rPr>
          <w:rFonts w:ascii="Times New Roman" w:hAnsi="Times New Roman"/>
          <w:b/>
          <w:sz w:val="28"/>
          <w:szCs w:val="28"/>
        </w:rPr>
        <w:t xml:space="preserve"> подпрограммы «Охрана окружающей среды,</w:t>
      </w:r>
      <w:r w:rsidRPr="00307C8B">
        <w:rPr>
          <w:rFonts w:ascii="Times New Roman" w:hAnsi="Times New Roman"/>
          <w:sz w:val="28"/>
          <w:szCs w:val="28"/>
        </w:rPr>
        <w:t xml:space="preserve"> </w:t>
      </w:r>
      <w:r w:rsidRPr="00307C8B">
        <w:rPr>
          <w:rFonts w:ascii="Times New Roman" w:hAnsi="Times New Roman"/>
          <w:b/>
          <w:sz w:val="28"/>
          <w:szCs w:val="28"/>
        </w:rPr>
        <w:t>сохран</w:t>
      </w:r>
      <w:r>
        <w:rPr>
          <w:rFonts w:ascii="Times New Roman" w:hAnsi="Times New Roman"/>
          <w:b/>
          <w:sz w:val="28"/>
          <w:szCs w:val="28"/>
        </w:rPr>
        <w:t>ение особо охраняемых природных</w:t>
      </w:r>
    </w:p>
    <w:p w:rsidR="00C5364D" w:rsidRDefault="00C5364D" w:rsidP="007C7858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07C8B">
        <w:rPr>
          <w:rFonts w:ascii="Times New Roman" w:hAnsi="Times New Roman"/>
          <w:b/>
          <w:sz w:val="28"/>
          <w:szCs w:val="28"/>
        </w:rPr>
        <w:t>территорий»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07C8B">
        <w:rPr>
          <w:rFonts w:ascii="Times New Roman" w:hAnsi="Times New Roman"/>
          <w:b/>
          <w:bCs/>
          <w:sz w:val="28"/>
          <w:szCs w:val="28"/>
        </w:rPr>
        <w:t>муниципальной программы городского округа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07C8B">
        <w:rPr>
          <w:rFonts w:ascii="Times New Roman" w:hAnsi="Times New Roman"/>
          <w:b/>
          <w:bCs/>
          <w:sz w:val="28"/>
          <w:szCs w:val="28"/>
        </w:rPr>
        <w:t>Королёв Московской области</w:t>
      </w:r>
    </w:p>
    <w:p w:rsidR="00C5364D" w:rsidRDefault="00C5364D" w:rsidP="007C7858">
      <w:pPr>
        <w:spacing w:after="0" w:line="240" w:lineRule="auto"/>
        <w:ind w:right="-31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07C8B">
        <w:rPr>
          <w:rFonts w:ascii="Times New Roman" w:hAnsi="Times New Roman"/>
          <w:b/>
          <w:bCs/>
          <w:sz w:val="28"/>
          <w:szCs w:val="28"/>
        </w:rPr>
        <w:t>«Экология и окружающая среда городского округа Королёв»</w:t>
      </w:r>
    </w:p>
    <w:p w:rsidR="00C5364D" w:rsidRPr="00307C8B" w:rsidRDefault="00C5364D" w:rsidP="007C7858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4601" w:type="dxa"/>
        <w:tblInd w:w="108" w:type="dxa"/>
        <w:tblLayout w:type="fixed"/>
        <w:tblLook w:val="00A0"/>
      </w:tblPr>
      <w:tblGrid>
        <w:gridCol w:w="718"/>
        <w:gridCol w:w="1980"/>
        <w:gridCol w:w="700"/>
        <w:gridCol w:w="997"/>
        <w:gridCol w:w="1271"/>
        <w:gridCol w:w="1172"/>
        <w:gridCol w:w="1081"/>
        <w:gridCol w:w="1081"/>
        <w:gridCol w:w="900"/>
        <w:gridCol w:w="900"/>
        <w:gridCol w:w="900"/>
        <w:gridCol w:w="1341"/>
        <w:gridCol w:w="1560"/>
      </w:tblGrid>
      <w:tr w:rsidR="00C5364D" w:rsidRPr="007C7858" w:rsidTr="007C7858">
        <w:trPr>
          <w:trHeight w:val="702"/>
        </w:trPr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№ п/п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Мероприятия подпрограммы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Срок исполнения мероприятия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Источники финансирования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</w:rPr>
              <w:t>Объем финансирования мероприятия в году, предшествующему году начала реализации мунпрограммы (тыс. руб.)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Всего</w:t>
            </w:r>
            <w:r w:rsidRPr="007C7858">
              <w:rPr>
                <w:rFonts w:ascii="Times New Roman" w:hAnsi="Times New Roman"/>
                <w:lang w:eastAsia="ru-RU"/>
              </w:rPr>
              <w:br/>
              <w:t>(тыс. руб.)</w:t>
            </w:r>
          </w:p>
        </w:tc>
        <w:tc>
          <w:tcPr>
            <w:tcW w:w="4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Объем финансирования по годам</w:t>
            </w:r>
            <w:r w:rsidRPr="007C7858">
              <w:rPr>
                <w:rFonts w:ascii="Times New Roman" w:hAnsi="Times New Roman"/>
                <w:lang w:eastAsia="ru-RU"/>
              </w:rPr>
              <w:br/>
              <w:t>(тыс. руб.)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Результаты выполнения мероприятий подпрограммы</w:t>
            </w:r>
          </w:p>
        </w:tc>
      </w:tr>
      <w:tr w:rsidR="00C5364D" w:rsidRPr="007C7858" w:rsidTr="007C7858">
        <w:trPr>
          <w:trHeight w:val="340"/>
        </w:trPr>
        <w:tc>
          <w:tcPr>
            <w:tcW w:w="71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2017г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2018г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2019г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2020г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2021г</w:t>
            </w:r>
          </w:p>
        </w:tc>
        <w:tc>
          <w:tcPr>
            <w:tcW w:w="134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C5364D" w:rsidRPr="007C7858" w:rsidRDefault="00C5364D" w:rsidP="007C7858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4601" w:type="dxa"/>
        <w:tblInd w:w="108" w:type="dxa"/>
        <w:tblLayout w:type="fixed"/>
        <w:tblLook w:val="00A0"/>
      </w:tblPr>
      <w:tblGrid>
        <w:gridCol w:w="717"/>
        <w:gridCol w:w="1978"/>
        <w:gridCol w:w="699"/>
        <w:gridCol w:w="997"/>
        <w:gridCol w:w="1275"/>
        <w:gridCol w:w="1172"/>
        <w:gridCol w:w="1081"/>
        <w:gridCol w:w="1012"/>
        <w:gridCol w:w="69"/>
        <w:gridCol w:w="900"/>
        <w:gridCol w:w="23"/>
        <w:gridCol w:w="850"/>
        <w:gridCol w:w="27"/>
        <w:gridCol w:w="900"/>
        <w:gridCol w:w="1341"/>
        <w:gridCol w:w="1560"/>
      </w:tblGrid>
      <w:tr w:rsidR="00C5364D" w:rsidRPr="007C7858" w:rsidTr="007C7858">
        <w:trPr>
          <w:trHeight w:val="312"/>
          <w:tblHeader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13</w:t>
            </w:r>
          </w:p>
        </w:tc>
      </w:tr>
      <w:tr w:rsidR="00C5364D" w:rsidRPr="007C7858" w:rsidTr="007C7858">
        <w:trPr>
          <w:trHeight w:val="39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Основное мероприятие 1</w:t>
            </w:r>
          </w:p>
          <w:p w:rsidR="00C5364D" w:rsidRPr="007C7858" w:rsidRDefault="00C5364D" w:rsidP="007C7858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</w:rPr>
              <w:t>Улучшение экологической обстановки в городском округе Королёв Московской области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2017-2021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Бюджет городского округа Королёв Московской области, 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7C7858">
              <w:rPr>
                <w:rFonts w:ascii="Times New Roman" w:hAnsi="Times New Roman"/>
                <w:bCs/>
                <w:iCs/>
                <w:color w:val="000000"/>
              </w:rPr>
              <w:t>390,0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7C7858">
              <w:rPr>
                <w:rFonts w:ascii="Times New Roman" w:hAnsi="Times New Roman"/>
                <w:bCs/>
                <w:iCs/>
              </w:rPr>
              <w:t>41366,70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7C7858">
              <w:rPr>
                <w:rFonts w:ascii="Times New Roman" w:hAnsi="Times New Roman"/>
                <w:bCs/>
                <w:iCs/>
                <w:color w:val="000000"/>
              </w:rPr>
              <w:t>7833,34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7C7858">
              <w:rPr>
                <w:rFonts w:ascii="Times New Roman" w:hAnsi="Times New Roman"/>
                <w:bCs/>
                <w:iCs/>
                <w:color w:val="000000"/>
              </w:rPr>
              <w:t>10033,34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7C7858">
              <w:rPr>
                <w:rFonts w:ascii="Times New Roman" w:hAnsi="Times New Roman"/>
                <w:bCs/>
                <w:iCs/>
                <w:color w:val="000000"/>
              </w:rPr>
              <w:t>7833,34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7C7858">
              <w:rPr>
                <w:rFonts w:ascii="Times New Roman" w:hAnsi="Times New Roman"/>
                <w:bCs/>
                <w:iCs/>
                <w:color w:val="000000"/>
              </w:rPr>
              <w:t>7833,34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7C7858">
              <w:rPr>
                <w:rFonts w:ascii="Times New Roman" w:hAnsi="Times New Roman"/>
                <w:bCs/>
                <w:iCs/>
                <w:color w:val="000000"/>
              </w:rPr>
              <w:t>7833,34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color w:val="000000"/>
              </w:rPr>
              <w:t>Увеличение количества мероприятий по экологическому воспитанию и просвещению населения на всей территории городского округа.</w:t>
            </w:r>
          </w:p>
        </w:tc>
      </w:tr>
      <w:tr w:rsidR="00C5364D" w:rsidRPr="007C7858" w:rsidTr="007C7858">
        <w:trPr>
          <w:trHeight w:val="430"/>
        </w:trPr>
        <w:tc>
          <w:tcPr>
            <w:tcW w:w="7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1.1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Мероприятие 1.1</w:t>
            </w:r>
          </w:p>
          <w:p w:rsidR="00C5364D" w:rsidRPr="007C7858" w:rsidRDefault="00C5364D" w:rsidP="007C7858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 xml:space="preserve">Мониторинг и охрана окружающей среды 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2017-2021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Бюджет городского округа Королёв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390,00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7C7858">
              <w:rPr>
                <w:rFonts w:ascii="Times New Roman" w:hAnsi="Times New Roman"/>
                <w:color w:val="000000"/>
              </w:rPr>
              <w:t>1 950,00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7C7858">
              <w:rPr>
                <w:rFonts w:ascii="Times New Roman" w:hAnsi="Times New Roman"/>
                <w:color w:val="000000"/>
              </w:rPr>
              <w:t>390,00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7C7858">
              <w:rPr>
                <w:rFonts w:ascii="Times New Roman" w:hAnsi="Times New Roman"/>
                <w:color w:val="000000"/>
              </w:rPr>
              <w:t>390,00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7C7858">
              <w:rPr>
                <w:rFonts w:ascii="Times New Roman" w:hAnsi="Times New Roman"/>
                <w:color w:val="000000"/>
              </w:rPr>
              <w:t>390,00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7C7858">
              <w:rPr>
                <w:rFonts w:ascii="Times New Roman" w:hAnsi="Times New Roman"/>
                <w:color w:val="000000"/>
              </w:rPr>
              <w:t>390,00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7C7858">
              <w:rPr>
                <w:rFonts w:ascii="Times New Roman" w:hAnsi="Times New Roman"/>
                <w:color w:val="000000"/>
              </w:rPr>
              <w:t>390,00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7C7858">
              <w:rPr>
                <w:rFonts w:ascii="Times New Roman" w:hAnsi="Times New Roman"/>
              </w:rPr>
              <w:t>Увеличение количества мероприятий по экологическому воспитанию и просвещению населения на всей территории города</w:t>
            </w:r>
          </w:p>
        </w:tc>
      </w:tr>
      <w:tr w:rsidR="00C5364D" w:rsidRPr="007C7858" w:rsidTr="007C7858">
        <w:trPr>
          <w:trHeight w:val="430"/>
        </w:trPr>
        <w:tc>
          <w:tcPr>
            <w:tcW w:w="7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1.2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Мероприятие 1.2</w:t>
            </w:r>
          </w:p>
          <w:p w:rsidR="00C5364D" w:rsidRPr="007C7858" w:rsidRDefault="00C5364D" w:rsidP="007C7858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Посадка зелёных насаждений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7C7858">
              <w:rPr>
                <w:rFonts w:ascii="Times New Roman" w:hAnsi="Times New Roman"/>
                <w:color w:val="000000"/>
              </w:rPr>
              <w:t>2017-2021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</w:rPr>
            </w:pPr>
            <w:r w:rsidRPr="007C7858">
              <w:rPr>
                <w:rFonts w:ascii="Times New Roman" w:hAnsi="Times New Roman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7C785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7C7858">
              <w:rPr>
                <w:rFonts w:ascii="Times New Roman" w:hAnsi="Times New Roman"/>
                <w:color w:val="000000"/>
              </w:rPr>
              <w:t>22 500,00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7C7858">
              <w:rPr>
                <w:rFonts w:ascii="Times New Roman" w:hAnsi="Times New Roman"/>
                <w:color w:val="000000"/>
              </w:rPr>
              <w:t>4 500,00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7C7858">
              <w:rPr>
                <w:rFonts w:ascii="Times New Roman" w:hAnsi="Times New Roman"/>
                <w:color w:val="000000"/>
              </w:rPr>
              <w:t>4500,00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7C7858">
              <w:rPr>
                <w:rFonts w:ascii="Times New Roman" w:hAnsi="Times New Roman"/>
                <w:color w:val="000000"/>
              </w:rPr>
              <w:t>4500,00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7C7858">
              <w:rPr>
                <w:rFonts w:ascii="Times New Roman" w:hAnsi="Times New Roman"/>
                <w:color w:val="000000"/>
              </w:rPr>
              <w:t>4500,00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7C7858">
              <w:rPr>
                <w:rFonts w:ascii="Times New Roman" w:hAnsi="Times New Roman"/>
                <w:color w:val="000000"/>
              </w:rPr>
              <w:t>4500,00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Default="00C5364D" w:rsidP="007C7858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  <w:p w:rsidR="00C5364D" w:rsidRDefault="00C5364D" w:rsidP="007C7858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</w:p>
          <w:p w:rsidR="00C5364D" w:rsidRPr="007C7858" w:rsidRDefault="00C5364D" w:rsidP="007C7858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7C7858">
              <w:rPr>
                <w:rFonts w:ascii="Times New Roman" w:hAnsi="Times New Roman"/>
              </w:rPr>
              <w:t>Воспроизводство зелёных зон города в местах валки/вырубки аварийных и сухостойных зелёных насаждений</w:t>
            </w:r>
          </w:p>
        </w:tc>
      </w:tr>
      <w:tr w:rsidR="00C5364D" w:rsidRPr="007C7858" w:rsidTr="007C7858">
        <w:trPr>
          <w:trHeight w:val="430"/>
        </w:trPr>
        <w:tc>
          <w:tcPr>
            <w:tcW w:w="7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1.3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Мероприятие 1.3</w:t>
            </w:r>
          </w:p>
          <w:p w:rsidR="00C5364D" w:rsidRPr="007C7858" w:rsidRDefault="00C5364D" w:rsidP="007C7858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Очистка водоёмов/технических прудов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7C7858">
              <w:rPr>
                <w:rFonts w:ascii="Times New Roman" w:hAnsi="Times New Roman"/>
                <w:color w:val="000000"/>
              </w:rPr>
              <w:t>2017-2021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</w:rPr>
            </w:pPr>
            <w:r w:rsidRPr="007C7858">
              <w:rPr>
                <w:rFonts w:ascii="Times New Roman" w:hAnsi="Times New Roman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7C785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7C7858">
              <w:rPr>
                <w:rFonts w:ascii="Times New Roman" w:hAnsi="Times New Roman"/>
                <w:color w:val="000000"/>
              </w:rPr>
              <w:t>13 216,70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7C7858">
              <w:rPr>
                <w:rFonts w:ascii="Times New Roman" w:hAnsi="Times New Roman"/>
                <w:color w:val="000000"/>
              </w:rPr>
              <w:t>2 643,34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7C7858">
              <w:rPr>
                <w:rFonts w:ascii="Times New Roman" w:hAnsi="Times New Roman"/>
                <w:color w:val="000000"/>
              </w:rPr>
              <w:t>2643,34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7C7858">
              <w:rPr>
                <w:rFonts w:ascii="Times New Roman" w:hAnsi="Times New Roman"/>
                <w:color w:val="000000"/>
              </w:rPr>
              <w:t>2643,34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7C7858">
              <w:rPr>
                <w:rFonts w:ascii="Times New Roman" w:hAnsi="Times New Roman"/>
                <w:color w:val="000000"/>
              </w:rPr>
              <w:t>2643,34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7C7858">
              <w:rPr>
                <w:rFonts w:ascii="Times New Roman" w:hAnsi="Times New Roman"/>
                <w:color w:val="000000"/>
              </w:rPr>
              <w:t>2643,34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7C7858">
              <w:rPr>
                <w:rFonts w:ascii="Times New Roman" w:hAnsi="Times New Roman"/>
              </w:rPr>
              <w:t>Восстановление санитарного состояния водоёмов/технических прудов</w:t>
            </w:r>
          </w:p>
        </w:tc>
      </w:tr>
      <w:tr w:rsidR="00C5364D" w:rsidRPr="007C7858" w:rsidTr="007C7858">
        <w:trPr>
          <w:trHeight w:val="430"/>
        </w:trPr>
        <w:tc>
          <w:tcPr>
            <w:tcW w:w="7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1.4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Мероприятие 1.4</w:t>
            </w:r>
          </w:p>
          <w:p w:rsidR="00C5364D" w:rsidRPr="007C7858" w:rsidRDefault="00C5364D" w:rsidP="007C7858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Акарицидная (противоклещевая) обработка зелёных массивов (городских лесов) городского округа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2017-2021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7C785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7C7858">
              <w:rPr>
                <w:rFonts w:ascii="Times New Roman" w:hAnsi="Times New Roman"/>
                <w:iCs/>
                <w:color w:val="000000"/>
              </w:rPr>
              <w:t>1 500,00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7C7858">
              <w:rPr>
                <w:rFonts w:ascii="Times New Roman" w:hAnsi="Times New Roman"/>
                <w:iCs/>
                <w:color w:val="000000"/>
              </w:rPr>
              <w:t>300,00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7C7858">
              <w:rPr>
                <w:rFonts w:ascii="Times New Roman" w:hAnsi="Times New Roman"/>
                <w:iCs/>
                <w:color w:val="000000"/>
              </w:rPr>
              <w:t>300,00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7C7858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7C7858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7C7858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7C7858">
              <w:rPr>
                <w:rFonts w:ascii="Times New Roman" w:hAnsi="Times New Roman"/>
              </w:rPr>
              <w:t>Улучшение экологического и санитарного состояния зелёных массивов</w:t>
            </w:r>
          </w:p>
        </w:tc>
      </w:tr>
      <w:tr w:rsidR="00C5364D" w:rsidRPr="007C7858" w:rsidTr="007C7858">
        <w:trPr>
          <w:trHeight w:val="430"/>
        </w:trPr>
        <w:tc>
          <w:tcPr>
            <w:tcW w:w="7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1.5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Мероприятие 1.5</w:t>
            </w:r>
          </w:p>
          <w:p w:rsidR="00C5364D" w:rsidRPr="007C7858" w:rsidRDefault="00C5364D" w:rsidP="007C7858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Экологическое воспитание и информирование населения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2017-2021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Бюджет городского округа Королёв Московской области</w:t>
            </w:r>
          </w:p>
        </w:tc>
        <w:tc>
          <w:tcPr>
            <w:tcW w:w="7309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7C7858">
              <w:rPr>
                <w:rFonts w:ascii="Times New Roman" w:hAnsi="Times New Roman"/>
                <w:color w:val="000000"/>
              </w:rPr>
              <w:t>В пределах средств основной деятельности</w:t>
            </w:r>
          </w:p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7C7858">
              <w:rPr>
                <w:rFonts w:ascii="Times New Roman" w:hAnsi="Times New Roman"/>
                <w:color w:val="000000"/>
              </w:rPr>
              <w:t>исполнителей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iCs/>
                <w:color w:val="000000"/>
              </w:rPr>
              <w:t>Управление дорог, благоустройства и экологии Администрации городского округа Королёв Московской области, Администрация городского округа Королёв Московской области совместно с Городским комитетом образования, ФГБУ «Национальный парк «Лосиный остров», при участии Управление МВД РФ «Королёвское», Территориальным отделом Управления Роспотребнадзора по Московской области в городах Королёв, Фрязино, Юбилейный, Лосино-Петровский, Щелковском районе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7C7858">
              <w:rPr>
                <w:rFonts w:ascii="Times New Roman" w:hAnsi="Times New Roman"/>
                <w:iCs/>
                <w:color w:val="000000"/>
              </w:rPr>
              <w:t>Увеличение количества населения, принявшего участие в экологических мероприятиях</w:t>
            </w:r>
          </w:p>
        </w:tc>
      </w:tr>
      <w:tr w:rsidR="00C5364D" w:rsidRPr="007C7858" w:rsidTr="007C7858">
        <w:trPr>
          <w:trHeight w:val="1530"/>
        </w:trPr>
        <w:tc>
          <w:tcPr>
            <w:tcW w:w="7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1.6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Мероприятие 1.6</w:t>
            </w:r>
          </w:p>
          <w:p w:rsidR="00C5364D" w:rsidRPr="007C7858" w:rsidRDefault="00C5364D" w:rsidP="007C7858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</w:rPr>
              <w:t>Лесоустройство городских лесов («Комитетский лес», мкр. Юбилейный)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2017-2021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  <w:r w:rsidRPr="007C7858">
              <w:rPr>
                <w:rFonts w:ascii="Times New Roman" w:hAnsi="Times New Roman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7C785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7C7858">
              <w:rPr>
                <w:rFonts w:ascii="Times New Roman" w:hAnsi="Times New Roman"/>
                <w:color w:val="000000"/>
              </w:rPr>
              <w:t>2 200,0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7C785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7C7858">
              <w:rPr>
                <w:rFonts w:ascii="Times New Roman" w:hAnsi="Times New Roman"/>
                <w:color w:val="000000"/>
              </w:rPr>
              <w:t>2 200,0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7C785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7C785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7C785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rPr>
                <w:rFonts w:ascii="Times New Roman" w:hAnsi="Times New Roman"/>
                <w:iCs/>
                <w:color w:val="000000"/>
              </w:rPr>
            </w:pPr>
            <w:r w:rsidRPr="007C7858">
              <w:rPr>
                <w:rFonts w:ascii="Times New Roman" w:hAnsi="Times New Roman"/>
                <w:iCs/>
                <w:color w:val="000000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5364D" w:rsidRPr="007C7858" w:rsidRDefault="00C5364D" w:rsidP="007C7858">
            <w:pPr>
              <w:spacing w:after="0" w:line="240" w:lineRule="auto"/>
              <w:ind w:left="-57" w:right="-57"/>
              <w:rPr>
                <w:rFonts w:ascii="Times New Roman" w:hAnsi="Times New Roman"/>
                <w:iCs/>
                <w:color w:val="000000"/>
              </w:rPr>
            </w:pPr>
            <w:r w:rsidRPr="007C7858">
              <w:rPr>
                <w:rFonts w:ascii="Times New Roman" w:hAnsi="Times New Roman"/>
              </w:rPr>
              <w:t>Лесоустройство городских лесов</w:t>
            </w:r>
          </w:p>
        </w:tc>
      </w:tr>
    </w:tbl>
    <w:p w:rsidR="00C5364D" w:rsidRDefault="00C5364D" w:rsidP="00307C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5364D" w:rsidRPr="00307C8B" w:rsidRDefault="00C5364D" w:rsidP="007C78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</w:t>
      </w:r>
      <w:bookmarkStart w:id="0" w:name="_GoBack"/>
      <w:bookmarkEnd w:id="0"/>
    </w:p>
    <w:sectPr w:rsidR="00C5364D" w:rsidRPr="00307C8B" w:rsidSect="00B04857">
      <w:pgSz w:w="16838" w:h="11906" w:orient="landscape"/>
      <w:pgMar w:top="1701" w:right="1134" w:bottom="709" w:left="1134" w:header="1276" w:footer="127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64D" w:rsidRDefault="00C5364D">
      <w:r>
        <w:separator/>
      </w:r>
    </w:p>
  </w:endnote>
  <w:endnote w:type="continuationSeparator" w:id="0">
    <w:p w:rsidR="00C5364D" w:rsidRDefault="00C536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64D" w:rsidRDefault="00C5364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64D" w:rsidRDefault="00C5364D">
      <w:r>
        <w:separator/>
      </w:r>
    </w:p>
  </w:footnote>
  <w:footnote w:type="continuationSeparator" w:id="0">
    <w:p w:rsidR="00C5364D" w:rsidRDefault="00C536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64D" w:rsidRPr="00B04857" w:rsidRDefault="00C5364D">
    <w:pPr>
      <w:pStyle w:val="Header"/>
      <w:jc w:val="center"/>
      <w:rPr>
        <w:rFonts w:ascii="Times New Roman" w:hAnsi="Times New Roman"/>
        <w:sz w:val="24"/>
        <w:szCs w:val="24"/>
      </w:rPr>
    </w:pPr>
    <w:r w:rsidRPr="00B04857">
      <w:rPr>
        <w:rFonts w:ascii="Times New Roman" w:hAnsi="Times New Roman"/>
        <w:sz w:val="24"/>
        <w:szCs w:val="24"/>
      </w:rPr>
      <w:fldChar w:fldCharType="begin"/>
    </w:r>
    <w:r w:rsidRPr="00B04857">
      <w:rPr>
        <w:rFonts w:ascii="Times New Roman" w:hAnsi="Times New Roman"/>
        <w:sz w:val="24"/>
        <w:szCs w:val="24"/>
      </w:rPr>
      <w:instrText>PAGE   \* MERGEFORMAT</w:instrText>
    </w:r>
    <w:r w:rsidRPr="00B04857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13</w:t>
    </w:r>
    <w:r w:rsidRPr="00B04857">
      <w:rPr>
        <w:rFonts w:ascii="Times New Roman" w:hAnsi="Times New Roman"/>
        <w:sz w:val="24"/>
        <w:szCs w:val="2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64D" w:rsidRDefault="00C5364D">
    <w:pPr>
      <w:pStyle w:val="Header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64D" w:rsidRDefault="00C5364D" w:rsidP="007256B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5364D" w:rsidRDefault="00C5364D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64D" w:rsidRPr="00B04857" w:rsidRDefault="00C5364D">
    <w:pPr>
      <w:pStyle w:val="Header"/>
      <w:jc w:val="center"/>
      <w:rPr>
        <w:rFonts w:ascii="Times New Roman" w:hAnsi="Times New Roman"/>
        <w:sz w:val="24"/>
        <w:szCs w:val="24"/>
      </w:rPr>
    </w:pPr>
    <w:r w:rsidRPr="00B04857">
      <w:rPr>
        <w:rFonts w:ascii="Times New Roman" w:hAnsi="Times New Roman"/>
        <w:sz w:val="24"/>
        <w:szCs w:val="24"/>
      </w:rPr>
      <w:fldChar w:fldCharType="begin"/>
    </w:r>
    <w:r w:rsidRPr="00B04857">
      <w:rPr>
        <w:rFonts w:ascii="Times New Roman" w:hAnsi="Times New Roman"/>
        <w:sz w:val="24"/>
        <w:szCs w:val="24"/>
      </w:rPr>
      <w:instrText>PAGE   \* MERGEFORMAT</w:instrText>
    </w:r>
    <w:r w:rsidRPr="00B04857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15</w:t>
    </w:r>
    <w:r w:rsidRPr="00B04857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33EE4"/>
    <w:multiLevelType w:val="hybridMultilevel"/>
    <w:tmpl w:val="E96A1596"/>
    <w:lvl w:ilvl="0" w:tplc="9920D070">
      <w:start w:val="1"/>
      <w:numFmt w:val="decimal"/>
      <w:lvlText w:val="%1."/>
      <w:lvlJc w:val="left"/>
      <w:pPr>
        <w:ind w:left="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13" w:hanging="180"/>
      </w:pPr>
      <w:rPr>
        <w:rFonts w:cs="Times New Roman"/>
      </w:rPr>
    </w:lvl>
  </w:abstractNum>
  <w:abstractNum w:abstractNumId="1">
    <w:nsid w:val="2F465574"/>
    <w:multiLevelType w:val="hybridMultilevel"/>
    <w:tmpl w:val="DDBCF7CC"/>
    <w:lvl w:ilvl="0" w:tplc="1250D7A2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2">
    <w:nsid w:val="343A3FF9"/>
    <w:multiLevelType w:val="hybridMultilevel"/>
    <w:tmpl w:val="54A823AA"/>
    <w:lvl w:ilvl="0" w:tplc="EDD0FF1A">
      <w:start w:val="1"/>
      <w:numFmt w:val="decimal"/>
      <w:lvlText w:val="%1."/>
      <w:lvlJc w:val="left"/>
      <w:pPr>
        <w:tabs>
          <w:tab w:val="num" w:pos="353"/>
        </w:tabs>
        <w:ind w:left="353" w:hanging="360"/>
      </w:pPr>
      <w:rPr>
        <w:rFonts w:ascii="Calibri" w:hAnsi="Calibri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73"/>
        </w:tabs>
        <w:ind w:left="1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93"/>
        </w:tabs>
        <w:ind w:left="1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13"/>
        </w:tabs>
        <w:ind w:left="2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33"/>
        </w:tabs>
        <w:ind w:left="3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53"/>
        </w:tabs>
        <w:ind w:left="3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73"/>
        </w:tabs>
        <w:ind w:left="4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93"/>
        </w:tabs>
        <w:ind w:left="5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13"/>
        </w:tabs>
        <w:ind w:left="6113" w:hanging="180"/>
      </w:pPr>
      <w:rPr>
        <w:rFonts w:cs="Times New Roman"/>
      </w:rPr>
    </w:lvl>
  </w:abstractNum>
  <w:abstractNum w:abstractNumId="3">
    <w:nsid w:val="4ED50DA5"/>
    <w:multiLevelType w:val="multilevel"/>
    <w:tmpl w:val="C478B3E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70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9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4">
    <w:nsid w:val="5D780857"/>
    <w:multiLevelType w:val="multilevel"/>
    <w:tmpl w:val="E96A1596"/>
    <w:lvl w:ilvl="0">
      <w:start w:val="1"/>
      <w:numFmt w:val="decimal"/>
      <w:lvlText w:val="%1."/>
      <w:lvlJc w:val="left"/>
      <w:pPr>
        <w:ind w:left="353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7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79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1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3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5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7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39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13" w:hanging="180"/>
      </w:pPr>
      <w:rPr>
        <w:rFonts w:cs="Times New Roman"/>
      </w:rPr>
    </w:lvl>
  </w:abstractNum>
  <w:abstractNum w:abstractNumId="5">
    <w:nsid w:val="65CA3174"/>
    <w:multiLevelType w:val="hybridMultilevel"/>
    <w:tmpl w:val="EB5858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44F4441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5FF1214"/>
    <w:multiLevelType w:val="hybridMultilevel"/>
    <w:tmpl w:val="C4FED4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D2A78F7"/>
    <w:multiLevelType w:val="hybridMultilevel"/>
    <w:tmpl w:val="08A634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F2F7714"/>
    <w:multiLevelType w:val="multilevel"/>
    <w:tmpl w:val="54A823AA"/>
    <w:lvl w:ilvl="0">
      <w:start w:val="1"/>
      <w:numFmt w:val="decimal"/>
      <w:lvlText w:val="%1."/>
      <w:lvlJc w:val="left"/>
      <w:pPr>
        <w:tabs>
          <w:tab w:val="num" w:pos="353"/>
        </w:tabs>
        <w:ind w:left="353" w:hanging="360"/>
      </w:pPr>
      <w:rPr>
        <w:rFonts w:ascii="Calibri" w:hAnsi="Calibri" w:cs="Times New Roman" w:hint="default"/>
        <w:sz w:val="28"/>
      </w:rPr>
    </w:lvl>
    <w:lvl w:ilvl="1">
      <w:start w:val="1"/>
      <w:numFmt w:val="lowerLetter"/>
      <w:lvlText w:val="%2."/>
      <w:lvlJc w:val="left"/>
      <w:pPr>
        <w:tabs>
          <w:tab w:val="num" w:pos="1073"/>
        </w:tabs>
        <w:ind w:left="107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93"/>
        </w:tabs>
        <w:ind w:left="179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13"/>
        </w:tabs>
        <w:ind w:left="251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33"/>
        </w:tabs>
        <w:ind w:left="323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53"/>
        </w:tabs>
        <w:ind w:left="395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73"/>
        </w:tabs>
        <w:ind w:left="467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93"/>
        </w:tabs>
        <w:ind w:left="539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13"/>
        </w:tabs>
        <w:ind w:left="6113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9"/>
  </w:num>
  <w:num w:numId="9">
    <w:abstractNumId w:val="8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7FC1"/>
    <w:rsid w:val="00007CF2"/>
    <w:rsid w:val="000124DA"/>
    <w:rsid w:val="000130A3"/>
    <w:rsid w:val="000174BE"/>
    <w:rsid w:val="000216F6"/>
    <w:rsid w:val="0003042A"/>
    <w:rsid w:val="00031F61"/>
    <w:rsid w:val="00032A86"/>
    <w:rsid w:val="0003432B"/>
    <w:rsid w:val="00034A95"/>
    <w:rsid w:val="00036021"/>
    <w:rsid w:val="000405D3"/>
    <w:rsid w:val="0005670C"/>
    <w:rsid w:val="00057AC1"/>
    <w:rsid w:val="00060B14"/>
    <w:rsid w:val="00063011"/>
    <w:rsid w:val="00065BB1"/>
    <w:rsid w:val="00070930"/>
    <w:rsid w:val="0007232A"/>
    <w:rsid w:val="000723C3"/>
    <w:rsid w:val="00074FC5"/>
    <w:rsid w:val="00081A21"/>
    <w:rsid w:val="00082713"/>
    <w:rsid w:val="00084F3A"/>
    <w:rsid w:val="000859F9"/>
    <w:rsid w:val="00085C97"/>
    <w:rsid w:val="000A2A97"/>
    <w:rsid w:val="000A394D"/>
    <w:rsid w:val="000B6C70"/>
    <w:rsid w:val="000D2C85"/>
    <w:rsid w:val="000E1065"/>
    <w:rsid w:val="000E6562"/>
    <w:rsid w:val="000E7B23"/>
    <w:rsid w:val="000F09F1"/>
    <w:rsid w:val="000F15FE"/>
    <w:rsid w:val="000F2B38"/>
    <w:rsid w:val="000F3D24"/>
    <w:rsid w:val="00103BC9"/>
    <w:rsid w:val="00104635"/>
    <w:rsid w:val="001113B6"/>
    <w:rsid w:val="00113E0F"/>
    <w:rsid w:val="00114464"/>
    <w:rsid w:val="00120583"/>
    <w:rsid w:val="001213E4"/>
    <w:rsid w:val="0012150A"/>
    <w:rsid w:val="00121566"/>
    <w:rsid w:val="00121E18"/>
    <w:rsid w:val="0012258C"/>
    <w:rsid w:val="0012485E"/>
    <w:rsid w:val="00126976"/>
    <w:rsid w:val="00131B6D"/>
    <w:rsid w:val="00132DD3"/>
    <w:rsid w:val="001335AF"/>
    <w:rsid w:val="0014170D"/>
    <w:rsid w:val="00145635"/>
    <w:rsid w:val="00156847"/>
    <w:rsid w:val="001570CC"/>
    <w:rsid w:val="001646D7"/>
    <w:rsid w:val="001702DE"/>
    <w:rsid w:val="0017630D"/>
    <w:rsid w:val="001806CD"/>
    <w:rsid w:val="0018255E"/>
    <w:rsid w:val="00185D33"/>
    <w:rsid w:val="00186F56"/>
    <w:rsid w:val="0019198E"/>
    <w:rsid w:val="0019323C"/>
    <w:rsid w:val="00195B31"/>
    <w:rsid w:val="00196A4D"/>
    <w:rsid w:val="001A2A51"/>
    <w:rsid w:val="001A6017"/>
    <w:rsid w:val="001B0EF9"/>
    <w:rsid w:val="001B5574"/>
    <w:rsid w:val="001B742E"/>
    <w:rsid w:val="001B7B6A"/>
    <w:rsid w:val="001C2A5B"/>
    <w:rsid w:val="001C6D37"/>
    <w:rsid w:val="001D13AE"/>
    <w:rsid w:val="001E2D78"/>
    <w:rsid w:val="001E6118"/>
    <w:rsid w:val="001F1DF8"/>
    <w:rsid w:val="00200D47"/>
    <w:rsid w:val="00201565"/>
    <w:rsid w:val="002018EF"/>
    <w:rsid w:val="00207AFE"/>
    <w:rsid w:val="00223F7C"/>
    <w:rsid w:val="0022690A"/>
    <w:rsid w:val="00235E5B"/>
    <w:rsid w:val="00241431"/>
    <w:rsid w:val="002415EA"/>
    <w:rsid w:val="00242F15"/>
    <w:rsid w:val="0024477D"/>
    <w:rsid w:val="002449C9"/>
    <w:rsid w:val="00247D01"/>
    <w:rsid w:val="00247E25"/>
    <w:rsid w:val="00252F99"/>
    <w:rsid w:val="002603ED"/>
    <w:rsid w:val="00260683"/>
    <w:rsid w:val="00264962"/>
    <w:rsid w:val="002659D2"/>
    <w:rsid w:val="0026767D"/>
    <w:rsid w:val="00270E93"/>
    <w:rsid w:val="0027321B"/>
    <w:rsid w:val="00274088"/>
    <w:rsid w:val="00280854"/>
    <w:rsid w:val="002823EC"/>
    <w:rsid w:val="00282C1A"/>
    <w:rsid w:val="0028452F"/>
    <w:rsid w:val="002860AE"/>
    <w:rsid w:val="0029609E"/>
    <w:rsid w:val="00297CCC"/>
    <w:rsid w:val="002A1B37"/>
    <w:rsid w:val="002A26CF"/>
    <w:rsid w:val="002A5A2C"/>
    <w:rsid w:val="002A7F05"/>
    <w:rsid w:val="002C07E1"/>
    <w:rsid w:val="002C2A4B"/>
    <w:rsid w:val="002C6A85"/>
    <w:rsid w:val="002C7148"/>
    <w:rsid w:val="002D1DF1"/>
    <w:rsid w:val="002D1F3E"/>
    <w:rsid w:val="002E0FEA"/>
    <w:rsid w:val="002E21F2"/>
    <w:rsid w:val="002E4DC1"/>
    <w:rsid w:val="002F4061"/>
    <w:rsid w:val="002F5FA8"/>
    <w:rsid w:val="00304C24"/>
    <w:rsid w:val="00307C8B"/>
    <w:rsid w:val="003126C9"/>
    <w:rsid w:val="00315BAC"/>
    <w:rsid w:val="003176A8"/>
    <w:rsid w:val="00322C2A"/>
    <w:rsid w:val="00323CBC"/>
    <w:rsid w:val="00330156"/>
    <w:rsid w:val="00334499"/>
    <w:rsid w:val="00336059"/>
    <w:rsid w:val="00340B05"/>
    <w:rsid w:val="003413FC"/>
    <w:rsid w:val="003453A9"/>
    <w:rsid w:val="003540FA"/>
    <w:rsid w:val="00356035"/>
    <w:rsid w:val="00356620"/>
    <w:rsid w:val="003566D4"/>
    <w:rsid w:val="00356DCB"/>
    <w:rsid w:val="00365591"/>
    <w:rsid w:val="00371763"/>
    <w:rsid w:val="00380D8A"/>
    <w:rsid w:val="00384951"/>
    <w:rsid w:val="0038707F"/>
    <w:rsid w:val="0039617B"/>
    <w:rsid w:val="003A3277"/>
    <w:rsid w:val="003B10F5"/>
    <w:rsid w:val="003B1546"/>
    <w:rsid w:val="003B3F92"/>
    <w:rsid w:val="003B4DB1"/>
    <w:rsid w:val="003C033C"/>
    <w:rsid w:val="003C5A8C"/>
    <w:rsid w:val="003C683E"/>
    <w:rsid w:val="003D0C3B"/>
    <w:rsid w:val="003D5966"/>
    <w:rsid w:val="003D643A"/>
    <w:rsid w:val="003E05C5"/>
    <w:rsid w:val="003E244C"/>
    <w:rsid w:val="003F2953"/>
    <w:rsid w:val="00401442"/>
    <w:rsid w:val="00402359"/>
    <w:rsid w:val="00405552"/>
    <w:rsid w:val="00405B92"/>
    <w:rsid w:val="00411650"/>
    <w:rsid w:val="0042029F"/>
    <w:rsid w:val="00422436"/>
    <w:rsid w:val="00426C05"/>
    <w:rsid w:val="0042743E"/>
    <w:rsid w:val="004357AB"/>
    <w:rsid w:val="00442A23"/>
    <w:rsid w:val="004439AA"/>
    <w:rsid w:val="00450B22"/>
    <w:rsid w:val="004713C7"/>
    <w:rsid w:val="00471D75"/>
    <w:rsid w:val="00476ED9"/>
    <w:rsid w:val="00496C40"/>
    <w:rsid w:val="004A0183"/>
    <w:rsid w:val="004A30E8"/>
    <w:rsid w:val="004A3474"/>
    <w:rsid w:val="004B3381"/>
    <w:rsid w:val="004C1952"/>
    <w:rsid w:val="004C283D"/>
    <w:rsid w:val="004C44E4"/>
    <w:rsid w:val="004D0892"/>
    <w:rsid w:val="004E27C1"/>
    <w:rsid w:val="004E40C0"/>
    <w:rsid w:val="004E79F9"/>
    <w:rsid w:val="00505ACE"/>
    <w:rsid w:val="0050700B"/>
    <w:rsid w:val="0051089B"/>
    <w:rsid w:val="00513F08"/>
    <w:rsid w:val="00515113"/>
    <w:rsid w:val="005159CD"/>
    <w:rsid w:val="00523538"/>
    <w:rsid w:val="005263DA"/>
    <w:rsid w:val="00527E27"/>
    <w:rsid w:val="0053092E"/>
    <w:rsid w:val="005414B8"/>
    <w:rsid w:val="00541F00"/>
    <w:rsid w:val="00546F92"/>
    <w:rsid w:val="00547036"/>
    <w:rsid w:val="0055067F"/>
    <w:rsid w:val="005506DA"/>
    <w:rsid w:val="00560194"/>
    <w:rsid w:val="00560ADE"/>
    <w:rsid w:val="0056205B"/>
    <w:rsid w:val="00563C9C"/>
    <w:rsid w:val="005663E3"/>
    <w:rsid w:val="00572302"/>
    <w:rsid w:val="00572D27"/>
    <w:rsid w:val="00583E18"/>
    <w:rsid w:val="00586EC5"/>
    <w:rsid w:val="00592311"/>
    <w:rsid w:val="005B0D52"/>
    <w:rsid w:val="005B0E8A"/>
    <w:rsid w:val="005B1D74"/>
    <w:rsid w:val="005B4ADB"/>
    <w:rsid w:val="005B7203"/>
    <w:rsid w:val="005C3F07"/>
    <w:rsid w:val="005C4BBA"/>
    <w:rsid w:val="005D0EC4"/>
    <w:rsid w:val="005E09D4"/>
    <w:rsid w:val="005E1315"/>
    <w:rsid w:val="005E135C"/>
    <w:rsid w:val="005E665F"/>
    <w:rsid w:val="00602963"/>
    <w:rsid w:val="00605BCB"/>
    <w:rsid w:val="00607E62"/>
    <w:rsid w:val="00614D50"/>
    <w:rsid w:val="00620C80"/>
    <w:rsid w:val="006230F4"/>
    <w:rsid w:val="006267BA"/>
    <w:rsid w:val="006311A1"/>
    <w:rsid w:val="00633D49"/>
    <w:rsid w:val="006342AB"/>
    <w:rsid w:val="00634818"/>
    <w:rsid w:val="00642158"/>
    <w:rsid w:val="0064636F"/>
    <w:rsid w:val="00653FC3"/>
    <w:rsid w:val="00656B54"/>
    <w:rsid w:val="00660167"/>
    <w:rsid w:val="006611A4"/>
    <w:rsid w:val="006666CB"/>
    <w:rsid w:val="006738AB"/>
    <w:rsid w:val="00675303"/>
    <w:rsid w:val="00677462"/>
    <w:rsid w:val="00682D17"/>
    <w:rsid w:val="0068702B"/>
    <w:rsid w:val="0068704C"/>
    <w:rsid w:val="00691604"/>
    <w:rsid w:val="006916D5"/>
    <w:rsid w:val="00696EFC"/>
    <w:rsid w:val="006A2A3E"/>
    <w:rsid w:val="006A5AB4"/>
    <w:rsid w:val="006A697C"/>
    <w:rsid w:val="006B29DE"/>
    <w:rsid w:val="006B2D12"/>
    <w:rsid w:val="006B4B62"/>
    <w:rsid w:val="006B7A81"/>
    <w:rsid w:val="006B7BFF"/>
    <w:rsid w:val="006C0329"/>
    <w:rsid w:val="006D0748"/>
    <w:rsid w:val="006D195F"/>
    <w:rsid w:val="006E5F63"/>
    <w:rsid w:val="006F48D3"/>
    <w:rsid w:val="006F6686"/>
    <w:rsid w:val="006F6E7A"/>
    <w:rsid w:val="0070490C"/>
    <w:rsid w:val="00704CC9"/>
    <w:rsid w:val="007054F8"/>
    <w:rsid w:val="00707030"/>
    <w:rsid w:val="00707E28"/>
    <w:rsid w:val="007256BA"/>
    <w:rsid w:val="00730C30"/>
    <w:rsid w:val="00732A88"/>
    <w:rsid w:val="007343F3"/>
    <w:rsid w:val="00740644"/>
    <w:rsid w:val="007455EE"/>
    <w:rsid w:val="00753697"/>
    <w:rsid w:val="007574FA"/>
    <w:rsid w:val="00764D33"/>
    <w:rsid w:val="007673CC"/>
    <w:rsid w:val="00770734"/>
    <w:rsid w:val="00773A8E"/>
    <w:rsid w:val="007777C6"/>
    <w:rsid w:val="00780F9E"/>
    <w:rsid w:val="00791E69"/>
    <w:rsid w:val="0079336C"/>
    <w:rsid w:val="007A627A"/>
    <w:rsid w:val="007A75D3"/>
    <w:rsid w:val="007B0507"/>
    <w:rsid w:val="007B0DB2"/>
    <w:rsid w:val="007B19BD"/>
    <w:rsid w:val="007B5FDB"/>
    <w:rsid w:val="007B73B1"/>
    <w:rsid w:val="007C1D3F"/>
    <w:rsid w:val="007C4B06"/>
    <w:rsid w:val="007C504C"/>
    <w:rsid w:val="007C660D"/>
    <w:rsid w:val="007C778A"/>
    <w:rsid w:val="007C7858"/>
    <w:rsid w:val="007D05F0"/>
    <w:rsid w:val="007D06FE"/>
    <w:rsid w:val="007D1646"/>
    <w:rsid w:val="007D6EA3"/>
    <w:rsid w:val="007E0B33"/>
    <w:rsid w:val="007F1F26"/>
    <w:rsid w:val="0080301E"/>
    <w:rsid w:val="00803BE1"/>
    <w:rsid w:val="00817FC1"/>
    <w:rsid w:val="0082358D"/>
    <w:rsid w:val="00831ED1"/>
    <w:rsid w:val="00835262"/>
    <w:rsid w:val="008411C2"/>
    <w:rsid w:val="00842EA5"/>
    <w:rsid w:val="008453E2"/>
    <w:rsid w:val="00850427"/>
    <w:rsid w:val="008510CF"/>
    <w:rsid w:val="00851E74"/>
    <w:rsid w:val="00852EF7"/>
    <w:rsid w:val="0085685D"/>
    <w:rsid w:val="00862D4E"/>
    <w:rsid w:val="0086757E"/>
    <w:rsid w:val="00876A90"/>
    <w:rsid w:val="00881A9A"/>
    <w:rsid w:val="008829CB"/>
    <w:rsid w:val="008853C4"/>
    <w:rsid w:val="0089778E"/>
    <w:rsid w:val="008A671E"/>
    <w:rsid w:val="008B11D5"/>
    <w:rsid w:val="008B3CC0"/>
    <w:rsid w:val="008B3D88"/>
    <w:rsid w:val="008B6C0F"/>
    <w:rsid w:val="008C28CD"/>
    <w:rsid w:val="008C7192"/>
    <w:rsid w:val="008D1576"/>
    <w:rsid w:val="008D4A27"/>
    <w:rsid w:val="008E204E"/>
    <w:rsid w:val="008E2AF5"/>
    <w:rsid w:val="008E4EB9"/>
    <w:rsid w:val="008E7A1A"/>
    <w:rsid w:val="008F5733"/>
    <w:rsid w:val="008F63CA"/>
    <w:rsid w:val="00900DD7"/>
    <w:rsid w:val="00905E92"/>
    <w:rsid w:val="00916F3B"/>
    <w:rsid w:val="009302A2"/>
    <w:rsid w:val="0093339E"/>
    <w:rsid w:val="009338F3"/>
    <w:rsid w:val="00934037"/>
    <w:rsid w:val="00934371"/>
    <w:rsid w:val="0093783F"/>
    <w:rsid w:val="00946F01"/>
    <w:rsid w:val="00947D39"/>
    <w:rsid w:val="00952574"/>
    <w:rsid w:val="00954E29"/>
    <w:rsid w:val="009620ED"/>
    <w:rsid w:val="009654FE"/>
    <w:rsid w:val="009839AF"/>
    <w:rsid w:val="00983D82"/>
    <w:rsid w:val="009853BA"/>
    <w:rsid w:val="00992340"/>
    <w:rsid w:val="009A3319"/>
    <w:rsid w:val="009A34B0"/>
    <w:rsid w:val="009A64BF"/>
    <w:rsid w:val="009B2645"/>
    <w:rsid w:val="009B442B"/>
    <w:rsid w:val="009B7433"/>
    <w:rsid w:val="009C555E"/>
    <w:rsid w:val="009C619F"/>
    <w:rsid w:val="009C78D0"/>
    <w:rsid w:val="009D135E"/>
    <w:rsid w:val="009D2565"/>
    <w:rsid w:val="009D2C05"/>
    <w:rsid w:val="009D5247"/>
    <w:rsid w:val="009E031F"/>
    <w:rsid w:val="009E4DFD"/>
    <w:rsid w:val="009E6377"/>
    <w:rsid w:val="009E65CB"/>
    <w:rsid w:val="009E7581"/>
    <w:rsid w:val="009F527C"/>
    <w:rsid w:val="009F78F0"/>
    <w:rsid w:val="00A01AF8"/>
    <w:rsid w:val="00A12174"/>
    <w:rsid w:val="00A122A4"/>
    <w:rsid w:val="00A17166"/>
    <w:rsid w:val="00A2271E"/>
    <w:rsid w:val="00A245F3"/>
    <w:rsid w:val="00A32A76"/>
    <w:rsid w:val="00A34D04"/>
    <w:rsid w:val="00A4079D"/>
    <w:rsid w:val="00A414D4"/>
    <w:rsid w:val="00A43CCA"/>
    <w:rsid w:val="00A471A2"/>
    <w:rsid w:val="00A50B48"/>
    <w:rsid w:val="00A575AC"/>
    <w:rsid w:val="00A57695"/>
    <w:rsid w:val="00A61FB4"/>
    <w:rsid w:val="00A6266A"/>
    <w:rsid w:val="00A64F4B"/>
    <w:rsid w:val="00A709C9"/>
    <w:rsid w:val="00A72F97"/>
    <w:rsid w:val="00A9795D"/>
    <w:rsid w:val="00AA3D97"/>
    <w:rsid w:val="00AA61E6"/>
    <w:rsid w:val="00AB0738"/>
    <w:rsid w:val="00AB299C"/>
    <w:rsid w:val="00AB5155"/>
    <w:rsid w:val="00AB54BC"/>
    <w:rsid w:val="00AC3425"/>
    <w:rsid w:val="00AC6C4B"/>
    <w:rsid w:val="00AC6F0F"/>
    <w:rsid w:val="00AC72F7"/>
    <w:rsid w:val="00AD3E03"/>
    <w:rsid w:val="00AD5F23"/>
    <w:rsid w:val="00AE2BA7"/>
    <w:rsid w:val="00AE31EB"/>
    <w:rsid w:val="00AE484D"/>
    <w:rsid w:val="00AF08DA"/>
    <w:rsid w:val="00AF3C8F"/>
    <w:rsid w:val="00AF6E53"/>
    <w:rsid w:val="00AF6F78"/>
    <w:rsid w:val="00B04857"/>
    <w:rsid w:val="00B22512"/>
    <w:rsid w:val="00B25B94"/>
    <w:rsid w:val="00B3409B"/>
    <w:rsid w:val="00B475FF"/>
    <w:rsid w:val="00B50910"/>
    <w:rsid w:val="00B62A70"/>
    <w:rsid w:val="00B63796"/>
    <w:rsid w:val="00B67093"/>
    <w:rsid w:val="00B776EA"/>
    <w:rsid w:val="00B9256E"/>
    <w:rsid w:val="00BA1764"/>
    <w:rsid w:val="00BA3C73"/>
    <w:rsid w:val="00BA402B"/>
    <w:rsid w:val="00BA59D9"/>
    <w:rsid w:val="00BA64A4"/>
    <w:rsid w:val="00BA69FE"/>
    <w:rsid w:val="00BB2037"/>
    <w:rsid w:val="00BB4078"/>
    <w:rsid w:val="00BD744D"/>
    <w:rsid w:val="00BD7C54"/>
    <w:rsid w:val="00BF15E5"/>
    <w:rsid w:val="00BF324F"/>
    <w:rsid w:val="00C03B09"/>
    <w:rsid w:val="00C12929"/>
    <w:rsid w:val="00C20E46"/>
    <w:rsid w:val="00C220B0"/>
    <w:rsid w:val="00C26928"/>
    <w:rsid w:val="00C26B46"/>
    <w:rsid w:val="00C30597"/>
    <w:rsid w:val="00C45BCA"/>
    <w:rsid w:val="00C5364D"/>
    <w:rsid w:val="00C5554C"/>
    <w:rsid w:val="00C55896"/>
    <w:rsid w:val="00C75914"/>
    <w:rsid w:val="00C77FA4"/>
    <w:rsid w:val="00C82ED8"/>
    <w:rsid w:val="00CA1803"/>
    <w:rsid w:val="00CA1DD5"/>
    <w:rsid w:val="00CA3535"/>
    <w:rsid w:val="00CA7A16"/>
    <w:rsid w:val="00CB4C52"/>
    <w:rsid w:val="00CB5242"/>
    <w:rsid w:val="00CC26F3"/>
    <w:rsid w:val="00CC2BE7"/>
    <w:rsid w:val="00CC3D3C"/>
    <w:rsid w:val="00CC3DC0"/>
    <w:rsid w:val="00CC42AD"/>
    <w:rsid w:val="00CC73A5"/>
    <w:rsid w:val="00CD3BFC"/>
    <w:rsid w:val="00CD54DA"/>
    <w:rsid w:val="00CE4E5A"/>
    <w:rsid w:val="00CF4082"/>
    <w:rsid w:val="00CF7373"/>
    <w:rsid w:val="00CF7486"/>
    <w:rsid w:val="00D00B8D"/>
    <w:rsid w:val="00D00E0F"/>
    <w:rsid w:val="00D06063"/>
    <w:rsid w:val="00D13A23"/>
    <w:rsid w:val="00D16A4B"/>
    <w:rsid w:val="00D31FD3"/>
    <w:rsid w:val="00D405E6"/>
    <w:rsid w:val="00D430AF"/>
    <w:rsid w:val="00D43D99"/>
    <w:rsid w:val="00D44142"/>
    <w:rsid w:val="00D444BB"/>
    <w:rsid w:val="00D529FD"/>
    <w:rsid w:val="00D53FF2"/>
    <w:rsid w:val="00D566B0"/>
    <w:rsid w:val="00D5761D"/>
    <w:rsid w:val="00D57EAE"/>
    <w:rsid w:val="00D61207"/>
    <w:rsid w:val="00D62FC6"/>
    <w:rsid w:val="00D66E44"/>
    <w:rsid w:val="00D71951"/>
    <w:rsid w:val="00D76FB0"/>
    <w:rsid w:val="00D84CFB"/>
    <w:rsid w:val="00D867C3"/>
    <w:rsid w:val="00D95A95"/>
    <w:rsid w:val="00DB0516"/>
    <w:rsid w:val="00DB0A39"/>
    <w:rsid w:val="00DB2674"/>
    <w:rsid w:val="00DB4929"/>
    <w:rsid w:val="00DC55E7"/>
    <w:rsid w:val="00DD18CE"/>
    <w:rsid w:val="00DD3050"/>
    <w:rsid w:val="00DE07F3"/>
    <w:rsid w:val="00DE4786"/>
    <w:rsid w:val="00DE5A3C"/>
    <w:rsid w:val="00DF27CA"/>
    <w:rsid w:val="00DF610F"/>
    <w:rsid w:val="00E02118"/>
    <w:rsid w:val="00E05BEC"/>
    <w:rsid w:val="00E07CB9"/>
    <w:rsid w:val="00E2133F"/>
    <w:rsid w:val="00E238A4"/>
    <w:rsid w:val="00E273A2"/>
    <w:rsid w:val="00E35614"/>
    <w:rsid w:val="00E36995"/>
    <w:rsid w:val="00E40A5B"/>
    <w:rsid w:val="00E4158C"/>
    <w:rsid w:val="00E43772"/>
    <w:rsid w:val="00E70C1D"/>
    <w:rsid w:val="00E71E91"/>
    <w:rsid w:val="00E7340D"/>
    <w:rsid w:val="00E73B7F"/>
    <w:rsid w:val="00E74E23"/>
    <w:rsid w:val="00E774B4"/>
    <w:rsid w:val="00E811A3"/>
    <w:rsid w:val="00E814E9"/>
    <w:rsid w:val="00E82818"/>
    <w:rsid w:val="00E93560"/>
    <w:rsid w:val="00E944C0"/>
    <w:rsid w:val="00E9506E"/>
    <w:rsid w:val="00E9578A"/>
    <w:rsid w:val="00E96116"/>
    <w:rsid w:val="00E97CFF"/>
    <w:rsid w:val="00EA068D"/>
    <w:rsid w:val="00EA21D5"/>
    <w:rsid w:val="00EA35A7"/>
    <w:rsid w:val="00EB1CE2"/>
    <w:rsid w:val="00EB3799"/>
    <w:rsid w:val="00EC470A"/>
    <w:rsid w:val="00ED64F0"/>
    <w:rsid w:val="00ED79A1"/>
    <w:rsid w:val="00EE0B50"/>
    <w:rsid w:val="00EF7D27"/>
    <w:rsid w:val="00F00A3F"/>
    <w:rsid w:val="00F0234C"/>
    <w:rsid w:val="00F0477C"/>
    <w:rsid w:val="00F05CF9"/>
    <w:rsid w:val="00F14580"/>
    <w:rsid w:val="00F17356"/>
    <w:rsid w:val="00F234BC"/>
    <w:rsid w:val="00F24F1F"/>
    <w:rsid w:val="00F25F25"/>
    <w:rsid w:val="00F2677D"/>
    <w:rsid w:val="00F3665C"/>
    <w:rsid w:val="00F43071"/>
    <w:rsid w:val="00F4310C"/>
    <w:rsid w:val="00F52780"/>
    <w:rsid w:val="00F60758"/>
    <w:rsid w:val="00F63E78"/>
    <w:rsid w:val="00F64770"/>
    <w:rsid w:val="00F70C86"/>
    <w:rsid w:val="00F70DEE"/>
    <w:rsid w:val="00F74910"/>
    <w:rsid w:val="00F83143"/>
    <w:rsid w:val="00FA0C33"/>
    <w:rsid w:val="00FA218F"/>
    <w:rsid w:val="00FB1FF1"/>
    <w:rsid w:val="00FB21F1"/>
    <w:rsid w:val="00FC2971"/>
    <w:rsid w:val="00FC63AB"/>
    <w:rsid w:val="00FC73E4"/>
    <w:rsid w:val="00FD0899"/>
    <w:rsid w:val="00FD36C1"/>
    <w:rsid w:val="00FE4685"/>
    <w:rsid w:val="00FE580C"/>
    <w:rsid w:val="00FF32D9"/>
    <w:rsid w:val="00FF6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FC1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Абзац списка1"/>
    <w:basedOn w:val="Normal"/>
    <w:link w:val="ListParagraphChar1"/>
    <w:uiPriority w:val="99"/>
    <w:rsid w:val="00817FC1"/>
    <w:pPr>
      <w:ind w:left="720"/>
      <w:contextualSpacing/>
    </w:pPr>
    <w:rPr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817F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17FC1"/>
    <w:rPr>
      <w:rFonts w:ascii="Calibri" w:hAnsi="Calibri"/>
      <w:sz w:val="22"/>
      <w:lang w:val="ru-RU" w:eastAsia="en-US"/>
    </w:rPr>
  </w:style>
  <w:style w:type="paragraph" w:styleId="Header">
    <w:name w:val="header"/>
    <w:basedOn w:val="Normal"/>
    <w:link w:val="HeaderChar"/>
    <w:uiPriority w:val="99"/>
    <w:rsid w:val="00817F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17FC1"/>
    <w:rPr>
      <w:rFonts w:ascii="Calibri" w:hAnsi="Calibri"/>
      <w:sz w:val="22"/>
      <w:lang w:val="ru-RU" w:eastAsia="en-US"/>
    </w:rPr>
  </w:style>
  <w:style w:type="character" w:customStyle="1" w:styleId="ListParagraphChar1">
    <w:name w:val="List Paragraph Char1"/>
    <w:link w:val="1"/>
    <w:uiPriority w:val="99"/>
    <w:locked/>
    <w:rsid w:val="00817FC1"/>
    <w:rPr>
      <w:rFonts w:ascii="Calibri" w:hAnsi="Calibri"/>
      <w:lang w:val="ru-RU" w:eastAsia="ru-RU"/>
    </w:rPr>
  </w:style>
  <w:style w:type="paragraph" w:customStyle="1" w:styleId="ConsPlusCell">
    <w:name w:val="ConsPlusCell"/>
    <w:uiPriority w:val="99"/>
    <w:rsid w:val="00817FC1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styleId="Caption">
    <w:name w:val="caption"/>
    <w:basedOn w:val="Normal"/>
    <w:next w:val="Normal"/>
    <w:uiPriority w:val="99"/>
    <w:qFormat/>
    <w:rsid w:val="00817FC1"/>
    <w:rPr>
      <w:b/>
      <w:bCs/>
      <w:color w:val="4F81BD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rsid w:val="00817FC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817FC1"/>
    <w:rPr>
      <w:rFonts w:ascii="Calibri" w:hAnsi="Calibri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B4A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5AF"/>
    <w:rPr>
      <w:sz w:val="0"/>
      <w:szCs w:val="0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15684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545AF"/>
    <w:rPr>
      <w:sz w:val="0"/>
      <w:szCs w:val="0"/>
      <w:lang w:eastAsia="en-US"/>
    </w:rPr>
  </w:style>
  <w:style w:type="character" w:styleId="PageNumber">
    <w:name w:val="page number"/>
    <w:basedOn w:val="DefaultParagraphFont"/>
    <w:uiPriority w:val="99"/>
    <w:rsid w:val="00515113"/>
    <w:rPr>
      <w:rFonts w:cs="Times New Roman"/>
    </w:rPr>
  </w:style>
  <w:style w:type="paragraph" w:customStyle="1" w:styleId="ConsPlusNormal">
    <w:name w:val="ConsPlusNormal"/>
    <w:uiPriority w:val="99"/>
    <w:rsid w:val="00515113"/>
    <w:pPr>
      <w:widowControl w:val="0"/>
      <w:autoSpaceDE w:val="0"/>
      <w:autoSpaceDN w:val="0"/>
    </w:pPr>
    <w:rPr>
      <w:rFonts w:ascii="Calibri" w:hAnsi="Calibri" w:cs="Calibri"/>
      <w:szCs w:val="20"/>
    </w:rPr>
  </w:style>
  <w:style w:type="paragraph" w:customStyle="1" w:styleId="Default">
    <w:name w:val="Default"/>
    <w:uiPriority w:val="99"/>
    <w:rsid w:val="003D0C3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semiHidden/>
    <w:rsid w:val="003D0C3B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2449C9"/>
    <w:rPr>
      <w:rFonts w:ascii="Calibri" w:hAnsi="Calibri"/>
      <w:lang w:eastAsia="en-US"/>
    </w:rPr>
  </w:style>
  <w:style w:type="paragraph" w:styleId="ListParagraph">
    <w:name w:val="List Paragraph"/>
    <w:basedOn w:val="Normal"/>
    <w:uiPriority w:val="99"/>
    <w:qFormat/>
    <w:rsid w:val="00307C8B"/>
    <w:pPr>
      <w:ind w:left="720"/>
      <w:contextualSpacing/>
    </w:pPr>
  </w:style>
  <w:style w:type="table" w:styleId="TableGrid">
    <w:name w:val="Table Grid"/>
    <w:basedOn w:val="TableNormal"/>
    <w:uiPriority w:val="99"/>
    <w:rsid w:val="00DE5A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354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20</Pages>
  <Words>3468</Words>
  <Characters>19769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программа</dc:title>
  <dc:subject/>
  <dc:creator>Анфимочева</dc:creator>
  <cp:keywords/>
  <dc:description/>
  <cp:lastModifiedBy>User</cp:lastModifiedBy>
  <cp:revision>2</cp:revision>
  <cp:lastPrinted>2017-12-21T15:24:00Z</cp:lastPrinted>
  <dcterms:created xsi:type="dcterms:W3CDTF">2018-01-11T13:55:00Z</dcterms:created>
  <dcterms:modified xsi:type="dcterms:W3CDTF">2018-01-11T13:55:00Z</dcterms:modified>
</cp:coreProperties>
</file>